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6A4" w:rsidRDefault="00DB36A4" w:rsidP="00D32B89">
      <w:pPr>
        <w:widowControl/>
        <w:spacing w:line="500" w:lineRule="exact"/>
        <w:ind w:firstLineChars="50" w:firstLine="141"/>
        <w:jc w:val="left"/>
        <w:rPr>
          <w:rFonts w:ascii="仿宋" w:eastAsia="仿宋_GB2312" w:hAnsi="仿宋" w:cs="仿宋"/>
          <w:b/>
          <w:bCs/>
          <w:kern w:val="0"/>
          <w:sz w:val="28"/>
          <w:szCs w:val="28"/>
        </w:rPr>
      </w:pPr>
      <w:r>
        <w:rPr>
          <w:rFonts w:ascii="仿宋" w:eastAsia="仿宋_GB2312" w:hAnsi="仿宋" w:cs="仿宋" w:hint="eastAsia"/>
          <w:b/>
          <w:bCs/>
          <w:kern w:val="0"/>
          <w:sz w:val="28"/>
          <w:szCs w:val="28"/>
        </w:rPr>
        <w:t>附件</w:t>
      </w:r>
      <w:r>
        <w:rPr>
          <w:rFonts w:ascii="仿宋" w:eastAsia="仿宋_GB2312" w:hAnsi="仿宋" w:cs="仿宋"/>
          <w:b/>
          <w:bCs/>
          <w:kern w:val="0"/>
          <w:sz w:val="28"/>
          <w:szCs w:val="28"/>
        </w:rPr>
        <w:t>3</w:t>
      </w:r>
      <w:r>
        <w:rPr>
          <w:rFonts w:ascii="仿宋" w:eastAsia="仿宋_GB2312" w:hAnsi="仿宋" w:cs="仿宋" w:hint="eastAsia"/>
          <w:b/>
          <w:bCs/>
          <w:kern w:val="0"/>
          <w:sz w:val="28"/>
          <w:szCs w:val="28"/>
        </w:rPr>
        <w:t>：</w:t>
      </w:r>
    </w:p>
    <w:p w:rsidR="00DB36A4" w:rsidRDefault="00DB36A4">
      <w:pPr>
        <w:spacing w:line="500" w:lineRule="exact"/>
        <w:jc w:val="center"/>
        <w:rPr>
          <w:rFonts w:ascii="仿宋" w:eastAsia="仿宋" w:hAnsi="仿宋" w:cs="仿宋"/>
          <w:b/>
          <w:bCs/>
          <w:kern w:val="0"/>
          <w:sz w:val="36"/>
          <w:szCs w:val="3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5in;margin-top:14pt;width:81.9pt;height:117pt;z-index:251658240">
            <v:imagedata r:id="rId7" o:title=""/>
          </v:shape>
        </w:pict>
      </w:r>
      <w:r>
        <w:rPr>
          <w:rFonts w:ascii="仿宋" w:eastAsia="仿宋" w:hAnsi="仿宋" w:cs="仿宋" w:hint="eastAsia"/>
          <w:b/>
          <w:bCs/>
          <w:kern w:val="0"/>
          <w:sz w:val="36"/>
          <w:szCs w:val="36"/>
        </w:rPr>
        <w:t>四川理工学院“五四”之星申报表</w:t>
      </w:r>
    </w:p>
    <w:tbl>
      <w:tblPr>
        <w:tblpPr w:leftFromText="180" w:rightFromText="180" w:vertAnchor="text" w:tblpXSpec="center" w:tblpY="1"/>
        <w:tblOverlap w:val="neve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27"/>
        <w:gridCol w:w="1127"/>
        <w:gridCol w:w="1127"/>
        <w:gridCol w:w="753"/>
        <w:gridCol w:w="374"/>
        <w:gridCol w:w="1127"/>
        <w:gridCol w:w="1416"/>
        <w:gridCol w:w="1471"/>
      </w:tblGrid>
      <w:tr w:rsidR="00DB36A4" w:rsidTr="00DC4C93">
        <w:trPr>
          <w:trHeight w:val="607"/>
          <w:jc w:val="center"/>
        </w:trPr>
        <w:tc>
          <w:tcPr>
            <w:tcW w:w="1127" w:type="dxa"/>
            <w:vAlign w:val="center"/>
          </w:tcPr>
          <w:p w:rsidR="00DB36A4" w:rsidRDefault="00DB36A4">
            <w:pPr>
              <w:spacing w:line="400" w:lineRule="exact"/>
              <w:jc w:val="center"/>
              <w:rPr>
                <w:rFonts w:ascii="仿宋" w:eastAsia="仿宋" w:hAnsi="仿宋" w:cs="仿宋"/>
                <w:szCs w:val="21"/>
              </w:rPr>
            </w:pPr>
            <w:r>
              <w:rPr>
                <w:rFonts w:ascii="仿宋" w:eastAsia="仿宋" w:hAnsi="仿宋" w:cs="仿宋" w:hint="eastAsia"/>
                <w:szCs w:val="21"/>
              </w:rPr>
              <w:t>姓名</w:t>
            </w:r>
          </w:p>
        </w:tc>
        <w:tc>
          <w:tcPr>
            <w:tcW w:w="1127" w:type="dxa"/>
            <w:vAlign w:val="center"/>
          </w:tcPr>
          <w:p w:rsidR="00DB36A4" w:rsidRDefault="00DB36A4">
            <w:pPr>
              <w:spacing w:line="400" w:lineRule="exact"/>
              <w:jc w:val="center"/>
              <w:rPr>
                <w:rFonts w:ascii="仿宋" w:eastAsia="仿宋" w:hAnsi="仿宋" w:cs="仿宋"/>
                <w:szCs w:val="21"/>
              </w:rPr>
            </w:pPr>
            <w:r>
              <w:rPr>
                <w:rFonts w:ascii="仿宋" w:eastAsia="仿宋" w:hAnsi="仿宋" w:cs="仿宋" w:hint="eastAsia"/>
                <w:szCs w:val="21"/>
              </w:rPr>
              <w:t>杨博</w:t>
            </w:r>
          </w:p>
        </w:tc>
        <w:tc>
          <w:tcPr>
            <w:tcW w:w="1127" w:type="dxa"/>
            <w:vAlign w:val="center"/>
          </w:tcPr>
          <w:p w:rsidR="00DB36A4" w:rsidRDefault="00DB36A4">
            <w:pPr>
              <w:spacing w:line="400" w:lineRule="exact"/>
              <w:jc w:val="center"/>
              <w:rPr>
                <w:rFonts w:ascii="仿宋" w:eastAsia="仿宋" w:hAnsi="仿宋" w:cs="仿宋"/>
                <w:szCs w:val="21"/>
              </w:rPr>
            </w:pPr>
            <w:r>
              <w:rPr>
                <w:rFonts w:ascii="仿宋" w:eastAsia="仿宋" w:hAnsi="仿宋" w:cs="仿宋" w:hint="eastAsia"/>
                <w:szCs w:val="21"/>
              </w:rPr>
              <w:t>性别</w:t>
            </w:r>
          </w:p>
        </w:tc>
        <w:tc>
          <w:tcPr>
            <w:tcW w:w="1127" w:type="dxa"/>
            <w:gridSpan w:val="2"/>
            <w:vAlign w:val="center"/>
          </w:tcPr>
          <w:p w:rsidR="00DB36A4" w:rsidRDefault="00DB36A4">
            <w:pPr>
              <w:spacing w:line="400" w:lineRule="exact"/>
              <w:jc w:val="center"/>
              <w:rPr>
                <w:rFonts w:ascii="仿宋" w:eastAsia="仿宋" w:hAnsi="仿宋" w:cs="仿宋"/>
                <w:szCs w:val="21"/>
              </w:rPr>
            </w:pPr>
            <w:r>
              <w:rPr>
                <w:rFonts w:ascii="仿宋" w:eastAsia="仿宋" w:hAnsi="仿宋" w:cs="仿宋" w:hint="eastAsia"/>
                <w:szCs w:val="21"/>
              </w:rPr>
              <w:t>男</w:t>
            </w:r>
          </w:p>
        </w:tc>
        <w:tc>
          <w:tcPr>
            <w:tcW w:w="1127" w:type="dxa"/>
            <w:vAlign w:val="center"/>
          </w:tcPr>
          <w:p w:rsidR="00DB36A4" w:rsidRDefault="00DB36A4">
            <w:pPr>
              <w:spacing w:line="400" w:lineRule="exact"/>
              <w:jc w:val="center"/>
              <w:rPr>
                <w:rFonts w:ascii="仿宋" w:eastAsia="仿宋" w:hAnsi="仿宋" w:cs="仿宋"/>
                <w:szCs w:val="21"/>
              </w:rPr>
            </w:pPr>
            <w:r>
              <w:rPr>
                <w:rFonts w:ascii="仿宋" w:eastAsia="仿宋" w:hAnsi="仿宋" w:cs="仿宋" w:hint="eastAsia"/>
                <w:szCs w:val="21"/>
              </w:rPr>
              <w:t>出生年月</w:t>
            </w:r>
          </w:p>
        </w:tc>
        <w:tc>
          <w:tcPr>
            <w:tcW w:w="1416" w:type="dxa"/>
            <w:vAlign w:val="center"/>
          </w:tcPr>
          <w:p w:rsidR="00DB36A4" w:rsidRDefault="00DB36A4">
            <w:pPr>
              <w:spacing w:line="400" w:lineRule="exact"/>
              <w:jc w:val="center"/>
              <w:rPr>
                <w:rFonts w:ascii="仿宋" w:eastAsia="仿宋" w:hAnsi="仿宋" w:cs="仿宋"/>
                <w:szCs w:val="21"/>
              </w:rPr>
            </w:pPr>
            <w:r>
              <w:rPr>
                <w:rFonts w:ascii="仿宋" w:eastAsia="仿宋" w:hAnsi="仿宋" w:cs="仿宋"/>
                <w:szCs w:val="21"/>
              </w:rPr>
              <w:t>1994.09</w:t>
            </w:r>
          </w:p>
        </w:tc>
        <w:tc>
          <w:tcPr>
            <w:tcW w:w="1471" w:type="dxa"/>
            <w:vMerge w:val="restart"/>
            <w:vAlign w:val="center"/>
          </w:tcPr>
          <w:p w:rsidR="00DB36A4" w:rsidRDefault="00DB36A4" w:rsidP="00DC4C93">
            <w:pPr>
              <w:spacing w:line="400" w:lineRule="exact"/>
              <w:rPr>
                <w:rFonts w:ascii="仿宋" w:eastAsia="仿宋" w:hAnsi="仿宋" w:cs="仿宋"/>
                <w:szCs w:val="21"/>
              </w:rPr>
            </w:pPr>
          </w:p>
        </w:tc>
      </w:tr>
      <w:tr w:rsidR="00DB36A4" w:rsidTr="00DC4C93">
        <w:trPr>
          <w:trHeight w:val="607"/>
          <w:jc w:val="center"/>
        </w:trPr>
        <w:tc>
          <w:tcPr>
            <w:tcW w:w="1127" w:type="dxa"/>
            <w:vAlign w:val="center"/>
          </w:tcPr>
          <w:p w:rsidR="00DB36A4" w:rsidRDefault="00DB36A4">
            <w:pPr>
              <w:spacing w:line="400" w:lineRule="exact"/>
              <w:jc w:val="center"/>
              <w:rPr>
                <w:rFonts w:ascii="仿宋" w:eastAsia="仿宋" w:hAnsi="仿宋" w:cs="仿宋"/>
                <w:szCs w:val="21"/>
              </w:rPr>
            </w:pPr>
            <w:r>
              <w:rPr>
                <w:rFonts w:ascii="仿宋" w:eastAsia="仿宋" w:hAnsi="仿宋" w:cs="仿宋" w:hint="eastAsia"/>
                <w:szCs w:val="21"/>
              </w:rPr>
              <w:t>学院</w:t>
            </w:r>
          </w:p>
        </w:tc>
        <w:tc>
          <w:tcPr>
            <w:tcW w:w="1127" w:type="dxa"/>
            <w:vAlign w:val="center"/>
          </w:tcPr>
          <w:p w:rsidR="00DB36A4" w:rsidRDefault="00DB36A4">
            <w:pPr>
              <w:spacing w:line="400" w:lineRule="exact"/>
              <w:jc w:val="center"/>
              <w:rPr>
                <w:rFonts w:ascii="仿宋" w:eastAsia="仿宋" w:hAnsi="仿宋" w:cs="仿宋"/>
                <w:szCs w:val="21"/>
              </w:rPr>
            </w:pPr>
            <w:r>
              <w:rPr>
                <w:rFonts w:ascii="仿宋" w:eastAsia="仿宋" w:hAnsi="仿宋" w:cs="仿宋" w:hint="eastAsia"/>
                <w:szCs w:val="21"/>
              </w:rPr>
              <w:t>土木工程学院</w:t>
            </w:r>
          </w:p>
        </w:tc>
        <w:tc>
          <w:tcPr>
            <w:tcW w:w="1127" w:type="dxa"/>
            <w:vAlign w:val="center"/>
          </w:tcPr>
          <w:p w:rsidR="00DB36A4" w:rsidRDefault="00DB36A4">
            <w:pPr>
              <w:spacing w:line="400" w:lineRule="exact"/>
              <w:jc w:val="center"/>
              <w:rPr>
                <w:rFonts w:ascii="仿宋" w:eastAsia="仿宋" w:hAnsi="仿宋" w:cs="仿宋"/>
                <w:szCs w:val="21"/>
              </w:rPr>
            </w:pPr>
            <w:r>
              <w:rPr>
                <w:rFonts w:ascii="仿宋" w:eastAsia="仿宋" w:hAnsi="仿宋" w:cs="仿宋" w:hint="eastAsia"/>
                <w:szCs w:val="21"/>
              </w:rPr>
              <w:t>专业班级</w:t>
            </w:r>
          </w:p>
        </w:tc>
        <w:tc>
          <w:tcPr>
            <w:tcW w:w="1127" w:type="dxa"/>
            <w:gridSpan w:val="2"/>
            <w:vAlign w:val="center"/>
          </w:tcPr>
          <w:p w:rsidR="00DB36A4" w:rsidRDefault="00DB36A4">
            <w:pPr>
              <w:spacing w:line="400" w:lineRule="exact"/>
              <w:jc w:val="center"/>
              <w:rPr>
                <w:rFonts w:ascii="仿宋" w:eastAsia="仿宋" w:hAnsi="仿宋" w:cs="仿宋"/>
                <w:szCs w:val="21"/>
              </w:rPr>
            </w:pPr>
            <w:r>
              <w:rPr>
                <w:rFonts w:ascii="仿宋" w:eastAsia="仿宋" w:hAnsi="仿宋" w:cs="仿宋" w:hint="eastAsia"/>
                <w:szCs w:val="21"/>
              </w:rPr>
              <w:t>土木</w:t>
            </w:r>
          </w:p>
          <w:p w:rsidR="00DB36A4" w:rsidRDefault="00DB36A4">
            <w:pPr>
              <w:spacing w:line="400" w:lineRule="exact"/>
              <w:jc w:val="center"/>
              <w:rPr>
                <w:rFonts w:ascii="仿宋" w:eastAsia="仿宋" w:hAnsi="仿宋" w:cs="仿宋"/>
                <w:szCs w:val="21"/>
              </w:rPr>
            </w:pPr>
            <w:r>
              <w:rPr>
                <w:rFonts w:ascii="仿宋" w:eastAsia="仿宋" w:hAnsi="仿宋" w:cs="仿宋"/>
                <w:szCs w:val="21"/>
              </w:rPr>
              <w:t>2014 1</w:t>
            </w:r>
          </w:p>
        </w:tc>
        <w:tc>
          <w:tcPr>
            <w:tcW w:w="1127" w:type="dxa"/>
            <w:vAlign w:val="center"/>
          </w:tcPr>
          <w:p w:rsidR="00DB36A4" w:rsidRDefault="00DB36A4">
            <w:pPr>
              <w:spacing w:line="400" w:lineRule="exact"/>
              <w:jc w:val="center"/>
              <w:rPr>
                <w:rFonts w:ascii="仿宋" w:eastAsia="仿宋" w:hAnsi="仿宋" w:cs="仿宋"/>
                <w:szCs w:val="21"/>
              </w:rPr>
            </w:pPr>
            <w:r>
              <w:rPr>
                <w:rFonts w:ascii="仿宋" w:eastAsia="仿宋" w:hAnsi="仿宋" w:cs="仿宋" w:hint="eastAsia"/>
                <w:szCs w:val="21"/>
              </w:rPr>
              <w:t>学号</w:t>
            </w:r>
          </w:p>
        </w:tc>
        <w:tc>
          <w:tcPr>
            <w:tcW w:w="1416" w:type="dxa"/>
            <w:vAlign w:val="center"/>
          </w:tcPr>
          <w:p w:rsidR="00DB36A4" w:rsidRDefault="00DB36A4">
            <w:pPr>
              <w:spacing w:line="400" w:lineRule="exact"/>
              <w:jc w:val="center"/>
              <w:rPr>
                <w:rFonts w:ascii="仿宋" w:eastAsia="仿宋" w:hAnsi="仿宋" w:cs="仿宋"/>
                <w:szCs w:val="21"/>
              </w:rPr>
            </w:pPr>
            <w:r>
              <w:rPr>
                <w:rFonts w:ascii="仿宋" w:eastAsia="仿宋" w:hAnsi="仿宋" w:cs="仿宋"/>
                <w:szCs w:val="21"/>
              </w:rPr>
              <w:t>14141010119</w:t>
            </w:r>
          </w:p>
        </w:tc>
        <w:tc>
          <w:tcPr>
            <w:tcW w:w="1471" w:type="dxa"/>
            <w:vMerge/>
            <w:vAlign w:val="center"/>
          </w:tcPr>
          <w:p w:rsidR="00DB36A4" w:rsidRDefault="00DB36A4">
            <w:pPr>
              <w:spacing w:line="400" w:lineRule="exact"/>
              <w:jc w:val="center"/>
              <w:rPr>
                <w:rFonts w:ascii="仿宋" w:eastAsia="仿宋" w:hAnsi="仿宋" w:cs="仿宋"/>
                <w:szCs w:val="21"/>
              </w:rPr>
            </w:pPr>
          </w:p>
        </w:tc>
      </w:tr>
      <w:tr w:rsidR="00DB36A4" w:rsidTr="00DC4C93">
        <w:trPr>
          <w:trHeight w:val="607"/>
          <w:jc w:val="center"/>
        </w:trPr>
        <w:tc>
          <w:tcPr>
            <w:tcW w:w="1127" w:type="dxa"/>
            <w:vAlign w:val="center"/>
          </w:tcPr>
          <w:p w:rsidR="00DB36A4" w:rsidRDefault="00DB36A4">
            <w:pPr>
              <w:spacing w:line="400" w:lineRule="exact"/>
              <w:jc w:val="center"/>
              <w:rPr>
                <w:rFonts w:ascii="仿宋" w:eastAsia="仿宋" w:hAnsi="仿宋" w:cs="仿宋"/>
                <w:szCs w:val="21"/>
              </w:rPr>
            </w:pPr>
            <w:r>
              <w:rPr>
                <w:rFonts w:ascii="仿宋" w:eastAsia="仿宋" w:hAnsi="仿宋" w:cs="仿宋" w:hint="eastAsia"/>
                <w:szCs w:val="21"/>
              </w:rPr>
              <w:t>籍贯</w:t>
            </w:r>
          </w:p>
        </w:tc>
        <w:tc>
          <w:tcPr>
            <w:tcW w:w="1127" w:type="dxa"/>
            <w:vAlign w:val="center"/>
          </w:tcPr>
          <w:p w:rsidR="00DB36A4" w:rsidRDefault="00DB36A4">
            <w:pPr>
              <w:spacing w:line="400" w:lineRule="exact"/>
              <w:jc w:val="center"/>
              <w:rPr>
                <w:rFonts w:ascii="仿宋" w:eastAsia="仿宋" w:hAnsi="仿宋" w:cs="仿宋"/>
                <w:szCs w:val="21"/>
              </w:rPr>
            </w:pPr>
            <w:r>
              <w:rPr>
                <w:rFonts w:ascii="仿宋" w:eastAsia="仿宋" w:hAnsi="仿宋" w:cs="仿宋" w:hint="eastAsia"/>
                <w:szCs w:val="21"/>
              </w:rPr>
              <w:t>四川广元</w:t>
            </w:r>
          </w:p>
        </w:tc>
        <w:tc>
          <w:tcPr>
            <w:tcW w:w="1127" w:type="dxa"/>
            <w:vAlign w:val="center"/>
          </w:tcPr>
          <w:p w:rsidR="00DB36A4" w:rsidRDefault="00DB36A4">
            <w:pPr>
              <w:spacing w:line="400" w:lineRule="exact"/>
              <w:jc w:val="center"/>
              <w:rPr>
                <w:rFonts w:ascii="仿宋" w:eastAsia="仿宋" w:hAnsi="仿宋" w:cs="仿宋"/>
                <w:szCs w:val="21"/>
              </w:rPr>
            </w:pPr>
            <w:r>
              <w:rPr>
                <w:rFonts w:ascii="仿宋" w:eastAsia="仿宋" w:hAnsi="仿宋" w:cs="仿宋" w:hint="eastAsia"/>
                <w:szCs w:val="21"/>
              </w:rPr>
              <w:t>民族</w:t>
            </w:r>
          </w:p>
        </w:tc>
        <w:tc>
          <w:tcPr>
            <w:tcW w:w="1127" w:type="dxa"/>
            <w:gridSpan w:val="2"/>
            <w:vAlign w:val="center"/>
          </w:tcPr>
          <w:p w:rsidR="00DB36A4" w:rsidRDefault="00DB36A4">
            <w:pPr>
              <w:spacing w:line="400" w:lineRule="exact"/>
              <w:jc w:val="center"/>
              <w:rPr>
                <w:rFonts w:ascii="仿宋" w:eastAsia="仿宋" w:hAnsi="仿宋" w:cs="仿宋"/>
                <w:szCs w:val="21"/>
              </w:rPr>
            </w:pPr>
            <w:r>
              <w:rPr>
                <w:rFonts w:ascii="仿宋" w:eastAsia="仿宋" w:hAnsi="仿宋" w:cs="仿宋" w:hint="eastAsia"/>
                <w:szCs w:val="21"/>
              </w:rPr>
              <w:t>汉</w:t>
            </w:r>
          </w:p>
        </w:tc>
        <w:tc>
          <w:tcPr>
            <w:tcW w:w="1127" w:type="dxa"/>
            <w:vAlign w:val="center"/>
          </w:tcPr>
          <w:p w:rsidR="00DB36A4" w:rsidRDefault="00DB36A4">
            <w:pPr>
              <w:spacing w:line="400" w:lineRule="exact"/>
              <w:jc w:val="center"/>
              <w:rPr>
                <w:rFonts w:ascii="仿宋" w:eastAsia="仿宋" w:hAnsi="仿宋" w:cs="仿宋"/>
                <w:szCs w:val="21"/>
              </w:rPr>
            </w:pPr>
            <w:r>
              <w:rPr>
                <w:rFonts w:ascii="仿宋" w:eastAsia="仿宋" w:hAnsi="仿宋" w:cs="仿宋" w:hint="eastAsia"/>
                <w:szCs w:val="21"/>
              </w:rPr>
              <w:t>现任职务</w:t>
            </w:r>
          </w:p>
        </w:tc>
        <w:tc>
          <w:tcPr>
            <w:tcW w:w="1416" w:type="dxa"/>
            <w:vAlign w:val="center"/>
          </w:tcPr>
          <w:p w:rsidR="00DB36A4" w:rsidRPr="00DD6A99" w:rsidRDefault="00DB36A4">
            <w:pPr>
              <w:spacing w:line="400" w:lineRule="exact"/>
              <w:jc w:val="center"/>
              <w:rPr>
                <w:rFonts w:ascii="仿宋" w:eastAsia="仿宋" w:hAnsi="仿宋" w:cs="仿宋"/>
                <w:sz w:val="15"/>
                <w:szCs w:val="15"/>
              </w:rPr>
            </w:pPr>
            <w:r w:rsidRPr="00DD6A99">
              <w:rPr>
                <w:rFonts w:ascii="仿宋" w:eastAsia="仿宋" w:hAnsi="仿宋" w:cs="仿宋" w:hint="eastAsia"/>
                <w:sz w:val="15"/>
                <w:szCs w:val="15"/>
              </w:rPr>
              <w:t>院学生会副主席</w:t>
            </w:r>
          </w:p>
        </w:tc>
        <w:tc>
          <w:tcPr>
            <w:tcW w:w="1471" w:type="dxa"/>
            <w:vMerge/>
            <w:vAlign w:val="center"/>
          </w:tcPr>
          <w:p w:rsidR="00DB36A4" w:rsidRDefault="00DB36A4">
            <w:pPr>
              <w:spacing w:line="400" w:lineRule="exact"/>
              <w:rPr>
                <w:rFonts w:ascii="仿宋" w:eastAsia="仿宋" w:hAnsi="仿宋" w:cs="仿宋"/>
                <w:szCs w:val="21"/>
              </w:rPr>
            </w:pPr>
          </w:p>
        </w:tc>
      </w:tr>
      <w:tr w:rsidR="00DB36A4" w:rsidTr="00DC4C93">
        <w:trPr>
          <w:trHeight w:val="1265"/>
          <w:jc w:val="center"/>
        </w:trPr>
        <w:tc>
          <w:tcPr>
            <w:tcW w:w="1127" w:type="dxa"/>
            <w:vAlign w:val="center"/>
          </w:tcPr>
          <w:p w:rsidR="00DB36A4" w:rsidRDefault="00DB36A4">
            <w:pPr>
              <w:spacing w:line="400" w:lineRule="exact"/>
              <w:ind w:left="113" w:right="113"/>
              <w:jc w:val="center"/>
              <w:rPr>
                <w:rFonts w:ascii="仿宋" w:eastAsia="仿宋" w:hAnsi="仿宋" w:cs="仿宋"/>
                <w:szCs w:val="21"/>
              </w:rPr>
            </w:pPr>
            <w:r>
              <w:rPr>
                <w:rFonts w:ascii="仿宋" w:eastAsia="仿宋" w:hAnsi="仿宋" w:cs="仿宋" w:hint="eastAsia"/>
                <w:szCs w:val="21"/>
              </w:rPr>
              <w:t>申报类别</w:t>
            </w:r>
          </w:p>
        </w:tc>
        <w:tc>
          <w:tcPr>
            <w:tcW w:w="7395" w:type="dxa"/>
            <w:gridSpan w:val="7"/>
            <w:vAlign w:val="center"/>
          </w:tcPr>
          <w:p w:rsidR="00DB36A4" w:rsidRDefault="00DB36A4">
            <w:pPr>
              <w:spacing w:line="400" w:lineRule="exact"/>
              <w:rPr>
                <w:rFonts w:ascii="仿宋" w:eastAsia="仿宋" w:hAnsi="仿宋" w:cs="仿宋"/>
                <w:szCs w:val="21"/>
              </w:rPr>
            </w:pPr>
            <w:r>
              <w:rPr>
                <w:rFonts w:ascii="仿宋" w:eastAsia="仿宋" w:hAnsi="仿宋" w:cs="仿宋" w:hint="eastAsia"/>
                <w:szCs w:val="21"/>
              </w:rPr>
              <w:t>“五四”创新创业之星（</w:t>
            </w:r>
            <w:r>
              <w:rPr>
                <w:rFonts w:ascii="仿宋" w:eastAsia="仿宋" w:hAnsi="仿宋" w:cs="仿宋"/>
                <w:szCs w:val="21"/>
              </w:rPr>
              <w:t xml:space="preserve">     </w:t>
            </w:r>
            <w:r>
              <w:rPr>
                <w:rFonts w:ascii="仿宋" w:eastAsia="仿宋" w:hAnsi="仿宋" w:cs="仿宋" w:hint="eastAsia"/>
                <w:szCs w:val="21"/>
              </w:rPr>
              <w:t>）</w:t>
            </w:r>
            <w:r>
              <w:rPr>
                <w:rFonts w:ascii="仿宋" w:eastAsia="仿宋" w:hAnsi="仿宋" w:cs="仿宋"/>
                <w:szCs w:val="21"/>
              </w:rPr>
              <w:t xml:space="preserve">          </w:t>
            </w:r>
            <w:r>
              <w:rPr>
                <w:rFonts w:ascii="仿宋" w:eastAsia="仿宋" w:hAnsi="仿宋" w:cs="仿宋" w:hint="eastAsia"/>
                <w:szCs w:val="21"/>
              </w:rPr>
              <w:t>“五四”艺术之星（）</w:t>
            </w:r>
          </w:p>
          <w:p w:rsidR="00DB36A4" w:rsidRDefault="00DB36A4">
            <w:pPr>
              <w:spacing w:line="400" w:lineRule="exact"/>
              <w:rPr>
                <w:rFonts w:ascii="仿宋" w:eastAsia="仿宋" w:hAnsi="仿宋" w:cs="仿宋"/>
                <w:szCs w:val="21"/>
              </w:rPr>
            </w:pPr>
            <w:r>
              <w:rPr>
                <w:rFonts w:ascii="仿宋" w:eastAsia="仿宋" w:hAnsi="仿宋" w:cs="仿宋" w:hint="eastAsia"/>
                <w:szCs w:val="21"/>
              </w:rPr>
              <w:t>“五四”百炼之星</w:t>
            </w:r>
            <w:r>
              <w:rPr>
                <w:rFonts w:ascii="仿宋" w:eastAsia="仿宋" w:hAnsi="仿宋" w:cs="仿宋"/>
                <w:szCs w:val="21"/>
              </w:rPr>
              <w:t xml:space="preserve">    </w:t>
            </w:r>
            <w:r>
              <w:rPr>
                <w:rFonts w:ascii="仿宋" w:eastAsia="仿宋" w:hAnsi="仿宋" w:cs="仿宋" w:hint="eastAsia"/>
                <w:szCs w:val="21"/>
              </w:rPr>
              <w:t>（</w:t>
            </w:r>
            <w:r>
              <w:rPr>
                <w:rFonts w:ascii="仿宋" w:eastAsia="仿宋" w:hAnsi="仿宋" w:cs="仿宋"/>
                <w:szCs w:val="21"/>
              </w:rPr>
              <w:t xml:space="preserve">     </w:t>
            </w:r>
            <w:r>
              <w:rPr>
                <w:rFonts w:ascii="仿宋" w:eastAsia="仿宋" w:hAnsi="仿宋" w:cs="仿宋" w:hint="eastAsia"/>
                <w:szCs w:val="21"/>
              </w:rPr>
              <w:t>）</w:t>
            </w:r>
            <w:r>
              <w:rPr>
                <w:rFonts w:ascii="仿宋" w:eastAsia="仿宋" w:hAnsi="仿宋" w:cs="仿宋"/>
                <w:szCs w:val="21"/>
              </w:rPr>
              <w:t xml:space="preserve">          </w:t>
            </w:r>
            <w:r>
              <w:rPr>
                <w:rFonts w:ascii="仿宋" w:eastAsia="仿宋" w:hAnsi="仿宋" w:cs="仿宋" w:hint="eastAsia"/>
                <w:szCs w:val="21"/>
              </w:rPr>
              <w:t>“五四”自强之星（）</w:t>
            </w:r>
          </w:p>
          <w:p w:rsidR="00DB36A4" w:rsidRDefault="00DB36A4">
            <w:pPr>
              <w:spacing w:line="400" w:lineRule="exact"/>
              <w:rPr>
                <w:rFonts w:ascii="仿宋" w:eastAsia="仿宋" w:hAnsi="仿宋" w:cs="仿宋"/>
                <w:szCs w:val="21"/>
              </w:rPr>
            </w:pPr>
            <w:r>
              <w:rPr>
                <w:rFonts w:ascii="仿宋" w:eastAsia="仿宋" w:hAnsi="仿宋" w:cs="仿宋" w:hint="eastAsia"/>
                <w:szCs w:val="21"/>
              </w:rPr>
              <w:t>“五四”团学干部之星（</w:t>
            </w:r>
            <w:r>
              <w:rPr>
                <w:rFonts w:ascii="仿宋" w:eastAsia="仿宋" w:hAnsi="仿宋" w:cs="仿宋"/>
                <w:szCs w:val="21"/>
              </w:rPr>
              <w:t xml:space="preserve"> </w:t>
            </w:r>
            <w:r w:rsidRPr="00650F75">
              <w:rPr>
                <w:rFonts w:ascii="仿宋" w:eastAsia="仿宋" w:hAnsi="仿宋" w:cs="仿宋" w:hint="eastAsia"/>
                <w:szCs w:val="21"/>
              </w:rPr>
              <w:t>√</w:t>
            </w:r>
            <w:r>
              <w:rPr>
                <w:rFonts w:ascii="仿宋" w:eastAsia="仿宋" w:hAnsi="仿宋" w:cs="仿宋"/>
                <w:szCs w:val="21"/>
              </w:rPr>
              <w:t xml:space="preserve">    </w:t>
            </w:r>
            <w:r>
              <w:rPr>
                <w:rFonts w:ascii="仿宋" w:eastAsia="仿宋" w:hAnsi="仿宋" w:cs="仿宋" w:hint="eastAsia"/>
                <w:szCs w:val="21"/>
              </w:rPr>
              <w:t>）</w:t>
            </w:r>
          </w:p>
          <w:p w:rsidR="00DB36A4" w:rsidRDefault="00DB36A4">
            <w:pPr>
              <w:spacing w:line="400" w:lineRule="exact"/>
              <w:jc w:val="center"/>
              <w:rPr>
                <w:rFonts w:ascii="仿宋" w:eastAsia="仿宋" w:hAnsi="仿宋" w:cs="仿宋"/>
                <w:szCs w:val="21"/>
              </w:rPr>
            </w:pPr>
            <w:r>
              <w:rPr>
                <w:rFonts w:ascii="仿宋" w:eastAsia="仿宋" w:hAnsi="仿宋" w:cs="仿宋" w:hint="eastAsia"/>
                <w:szCs w:val="21"/>
              </w:rPr>
              <w:t>请在申报的选项中打“√”，只能勾选一项</w:t>
            </w:r>
          </w:p>
        </w:tc>
      </w:tr>
      <w:tr w:rsidR="00DB36A4" w:rsidTr="00DC4C93">
        <w:trPr>
          <w:trHeight w:val="895"/>
          <w:jc w:val="center"/>
        </w:trPr>
        <w:tc>
          <w:tcPr>
            <w:tcW w:w="1127" w:type="dxa"/>
            <w:vAlign w:val="center"/>
          </w:tcPr>
          <w:p w:rsidR="00DB36A4" w:rsidRDefault="00DB36A4">
            <w:pPr>
              <w:spacing w:line="400" w:lineRule="exact"/>
              <w:jc w:val="center"/>
              <w:rPr>
                <w:rFonts w:ascii="仿宋" w:eastAsia="仿宋" w:hAnsi="仿宋" w:cs="仿宋"/>
                <w:szCs w:val="21"/>
              </w:rPr>
            </w:pPr>
            <w:r>
              <w:rPr>
                <w:rFonts w:ascii="仿宋" w:eastAsia="仿宋" w:hAnsi="仿宋" w:cs="仿宋" w:hint="eastAsia"/>
                <w:szCs w:val="21"/>
              </w:rPr>
              <w:t>补考及重修情况</w:t>
            </w:r>
          </w:p>
        </w:tc>
        <w:tc>
          <w:tcPr>
            <w:tcW w:w="7395" w:type="dxa"/>
            <w:gridSpan w:val="7"/>
            <w:vAlign w:val="center"/>
          </w:tcPr>
          <w:p w:rsidR="00DB36A4" w:rsidRDefault="00DB36A4">
            <w:pPr>
              <w:spacing w:line="400" w:lineRule="exact"/>
              <w:jc w:val="center"/>
              <w:rPr>
                <w:rFonts w:ascii="仿宋" w:eastAsia="仿宋" w:hAnsi="仿宋" w:cs="仿宋"/>
                <w:szCs w:val="21"/>
              </w:rPr>
            </w:pPr>
            <w:r>
              <w:rPr>
                <w:rFonts w:ascii="仿宋" w:eastAsia="仿宋" w:hAnsi="仿宋" w:cs="仿宋" w:hint="eastAsia"/>
                <w:szCs w:val="21"/>
              </w:rPr>
              <w:t>无重补休</w:t>
            </w:r>
          </w:p>
        </w:tc>
      </w:tr>
      <w:tr w:rsidR="00DB36A4" w:rsidTr="00A43F6D">
        <w:trPr>
          <w:trHeight w:val="1629"/>
          <w:jc w:val="center"/>
        </w:trPr>
        <w:tc>
          <w:tcPr>
            <w:tcW w:w="1127" w:type="dxa"/>
            <w:vAlign w:val="center"/>
          </w:tcPr>
          <w:p w:rsidR="00DB36A4" w:rsidRDefault="00DB36A4">
            <w:pPr>
              <w:spacing w:line="400" w:lineRule="exact"/>
              <w:ind w:left="113" w:right="113"/>
              <w:jc w:val="center"/>
              <w:rPr>
                <w:rFonts w:ascii="仿宋" w:eastAsia="仿宋" w:hAnsi="仿宋" w:cs="仿宋"/>
                <w:szCs w:val="21"/>
              </w:rPr>
            </w:pPr>
            <w:r>
              <w:rPr>
                <w:rFonts w:ascii="仿宋" w:eastAsia="仿宋" w:hAnsi="仿宋" w:cs="仿宋" w:hint="eastAsia"/>
                <w:szCs w:val="21"/>
              </w:rPr>
              <w:t>主要事迹</w:t>
            </w:r>
          </w:p>
        </w:tc>
        <w:tc>
          <w:tcPr>
            <w:tcW w:w="7395" w:type="dxa"/>
            <w:gridSpan w:val="7"/>
          </w:tcPr>
          <w:p w:rsidR="00DB36A4" w:rsidRDefault="00DB36A4">
            <w:pPr>
              <w:spacing w:line="400" w:lineRule="exact"/>
              <w:ind w:firstLineChars="1500" w:firstLine="3150"/>
              <w:rPr>
                <w:rFonts w:ascii="仿宋" w:eastAsia="仿宋" w:hAnsi="仿宋" w:cs="仿宋"/>
                <w:szCs w:val="21"/>
              </w:rPr>
            </w:pPr>
          </w:p>
          <w:p w:rsidR="00DB36A4" w:rsidRDefault="00DB36A4" w:rsidP="00A43F6D">
            <w:pPr>
              <w:spacing w:line="400" w:lineRule="exact"/>
              <w:jc w:val="center"/>
              <w:rPr>
                <w:rFonts w:ascii="仿宋" w:eastAsia="仿宋" w:hAnsi="仿宋" w:cs="仿宋"/>
                <w:szCs w:val="21"/>
              </w:rPr>
            </w:pPr>
            <w:r>
              <w:rPr>
                <w:rFonts w:ascii="仿宋" w:eastAsia="仿宋" w:hAnsi="仿宋" w:cs="仿宋"/>
                <w:szCs w:val="21"/>
              </w:rPr>
              <w:t>(</w:t>
            </w:r>
            <w:r>
              <w:rPr>
                <w:rFonts w:ascii="仿宋" w:eastAsia="仿宋" w:hAnsi="仿宋" w:cs="仿宋" w:hint="eastAsia"/>
                <w:szCs w:val="21"/>
              </w:rPr>
              <w:t>见附页</w:t>
            </w:r>
            <w:r>
              <w:rPr>
                <w:rFonts w:ascii="仿宋" w:eastAsia="仿宋" w:hAnsi="仿宋" w:cs="仿宋"/>
                <w:szCs w:val="21"/>
              </w:rPr>
              <w:t>)</w:t>
            </w:r>
          </w:p>
          <w:p w:rsidR="00DB36A4" w:rsidRDefault="00DB36A4">
            <w:pPr>
              <w:spacing w:line="400" w:lineRule="exact"/>
              <w:ind w:firstLineChars="1500" w:firstLine="3150"/>
              <w:rPr>
                <w:rFonts w:ascii="仿宋" w:eastAsia="仿宋" w:hAnsi="仿宋" w:cs="仿宋"/>
                <w:szCs w:val="21"/>
              </w:rPr>
            </w:pPr>
          </w:p>
          <w:p w:rsidR="00DB36A4" w:rsidRDefault="00DB36A4">
            <w:pPr>
              <w:spacing w:line="400" w:lineRule="exact"/>
              <w:ind w:firstLineChars="1500" w:firstLine="3150"/>
              <w:rPr>
                <w:rFonts w:ascii="仿宋" w:eastAsia="仿宋" w:hAnsi="仿宋" w:cs="仿宋"/>
                <w:szCs w:val="21"/>
              </w:rPr>
            </w:pPr>
            <w:r>
              <w:rPr>
                <w:rFonts w:ascii="仿宋" w:eastAsia="仿宋" w:hAnsi="仿宋" w:cs="仿宋" w:hint="eastAsia"/>
                <w:szCs w:val="21"/>
              </w:rPr>
              <w:t>本人签名：</w:t>
            </w:r>
            <w:r>
              <w:rPr>
                <w:rFonts w:ascii="仿宋" w:eastAsia="仿宋" w:hAnsi="仿宋" w:cs="仿宋"/>
                <w:szCs w:val="21"/>
              </w:rPr>
              <w:t xml:space="preserve">  </w:t>
            </w:r>
            <w:r>
              <w:rPr>
                <w:rFonts w:ascii="仿宋" w:eastAsia="仿宋" w:hAnsi="仿宋" w:cs="仿宋" w:hint="eastAsia"/>
                <w:szCs w:val="21"/>
              </w:rPr>
              <w:t>杨博</w:t>
            </w:r>
            <w:r>
              <w:rPr>
                <w:rFonts w:ascii="仿宋" w:eastAsia="仿宋" w:hAnsi="仿宋" w:cs="仿宋"/>
                <w:szCs w:val="21"/>
              </w:rPr>
              <w:t xml:space="preserve">   </w:t>
            </w:r>
            <w:smartTag w:uri="urn:schemas-microsoft-com:office:smarttags" w:element="chsdate">
              <w:smartTagPr>
                <w:attr w:name="IsROCDate" w:val="False"/>
                <w:attr w:name="IsLunarDate" w:val="False"/>
                <w:attr w:name="Day" w:val="20"/>
                <w:attr w:name="Month" w:val="3"/>
                <w:attr w:name="Year" w:val="2017"/>
              </w:smartTagPr>
              <w:r>
                <w:rPr>
                  <w:rFonts w:ascii="仿宋" w:eastAsia="仿宋" w:hAnsi="仿宋" w:cs="仿宋"/>
                  <w:szCs w:val="21"/>
                </w:rPr>
                <w:t>2017</w:t>
              </w:r>
              <w:r>
                <w:rPr>
                  <w:rFonts w:ascii="仿宋" w:eastAsia="仿宋" w:hAnsi="仿宋" w:cs="仿宋" w:hint="eastAsia"/>
                  <w:szCs w:val="21"/>
                </w:rPr>
                <w:t>年</w:t>
              </w:r>
              <w:r>
                <w:rPr>
                  <w:rFonts w:ascii="仿宋" w:eastAsia="仿宋" w:hAnsi="仿宋" w:cs="仿宋"/>
                  <w:szCs w:val="21"/>
                </w:rPr>
                <w:t xml:space="preserve">3 </w:t>
              </w:r>
              <w:r>
                <w:rPr>
                  <w:rFonts w:ascii="仿宋" w:eastAsia="仿宋" w:hAnsi="仿宋" w:cs="仿宋" w:hint="eastAsia"/>
                  <w:szCs w:val="21"/>
                </w:rPr>
                <w:t>月</w:t>
              </w:r>
              <w:r>
                <w:rPr>
                  <w:rFonts w:ascii="仿宋" w:eastAsia="仿宋" w:hAnsi="仿宋" w:cs="仿宋"/>
                  <w:szCs w:val="21"/>
                </w:rPr>
                <w:t>20</w:t>
              </w:r>
            </w:smartTag>
            <w:r>
              <w:rPr>
                <w:rFonts w:ascii="仿宋" w:eastAsia="仿宋" w:hAnsi="仿宋" w:cs="仿宋" w:hint="eastAsia"/>
                <w:szCs w:val="21"/>
              </w:rPr>
              <w:t>日</w:t>
            </w:r>
          </w:p>
        </w:tc>
      </w:tr>
      <w:tr w:rsidR="00DB36A4" w:rsidTr="00DC4C93">
        <w:trPr>
          <w:trHeight w:val="2786"/>
          <w:jc w:val="center"/>
        </w:trPr>
        <w:tc>
          <w:tcPr>
            <w:tcW w:w="1127" w:type="dxa"/>
            <w:vAlign w:val="center"/>
          </w:tcPr>
          <w:p w:rsidR="00DB36A4" w:rsidRDefault="00DB36A4">
            <w:pPr>
              <w:spacing w:line="400" w:lineRule="exact"/>
              <w:ind w:left="113" w:right="113"/>
              <w:jc w:val="center"/>
              <w:rPr>
                <w:rFonts w:ascii="仿宋" w:eastAsia="仿宋" w:hAnsi="仿宋" w:cs="仿宋"/>
                <w:szCs w:val="21"/>
              </w:rPr>
            </w:pPr>
            <w:r>
              <w:rPr>
                <w:rFonts w:ascii="仿宋" w:eastAsia="仿宋" w:hAnsi="仿宋" w:cs="仿宋" w:hint="eastAsia"/>
                <w:szCs w:val="21"/>
              </w:rPr>
              <w:t>获奖情况（校级及以上）</w:t>
            </w:r>
          </w:p>
        </w:tc>
        <w:tc>
          <w:tcPr>
            <w:tcW w:w="7395" w:type="dxa"/>
            <w:gridSpan w:val="7"/>
          </w:tcPr>
          <w:p w:rsidR="00DB36A4" w:rsidRDefault="00DB36A4" w:rsidP="00A43F6D">
            <w:pPr>
              <w:spacing w:line="400" w:lineRule="exact"/>
              <w:rPr>
                <w:rFonts w:ascii="仿宋" w:eastAsia="仿宋" w:hAnsi="仿宋" w:cs="仿宋"/>
                <w:szCs w:val="21"/>
              </w:rPr>
            </w:pPr>
            <w:r>
              <w:rPr>
                <w:rFonts w:ascii="仿宋" w:eastAsia="仿宋" w:hAnsi="仿宋" w:cs="仿宋"/>
                <w:szCs w:val="21"/>
              </w:rPr>
              <w:t>2015</w:t>
            </w:r>
            <w:r>
              <w:rPr>
                <w:rFonts w:ascii="仿宋" w:eastAsia="仿宋" w:hAnsi="仿宋" w:cs="仿宋" w:hint="eastAsia"/>
                <w:szCs w:val="21"/>
              </w:rPr>
              <w:t>年</w:t>
            </w:r>
            <w:r>
              <w:rPr>
                <w:rFonts w:ascii="仿宋" w:eastAsia="仿宋" w:hAnsi="仿宋" w:cs="仿宋"/>
                <w:szCs w:val="21"/>
              </w:rPr>
              <w:t xml:space="preserve">  9</w:t>
            </w:r>
            <w:r>
              <w:rPr>
                <w:rFonts w:ascii="仿宋" w:eastAsia="仿宋" w:hAnsi="仿宋" w:cs="仿宋" w:hint="eastAsia"/>
                <w:szCs w:val="21"/>
              </w:rPr>
              <w:t>月：荣获四川理工学院二等优秀学生奖学金</w:t>
            </w:r>
          </w:p>
          <w:p w:rsidR="00DB36A4" w:rsidRDefault="00DB36A4" w:rsidP="00A43F6D">
            <w:pPr>
              <w:spacing w:line="400" w:lineRule="exact"/>
              <w:rPr>
                <w:rFonts w:ascii="仿宋" w:eastAsia="仿宋" w:hAnsi="仿宋" w:cs="仿宋"/>
                <w:szCs w:val="21"/>
              </w:rPr>
            </w:pPr>
            <w:r>
              <w:rPr>
                <w:rFonts w:ascii="仿宋" w:eastAsia="仿宋" w:hAnsi="仿宋" w:cs="仿宋"/>
                <w:szCs w:val="21"/>
              </w:rPr>
              <w:t>2015</w:t>
            </w:r>
            <w:r>
              <w:rPr>
                <w:rFonts w:ascii="仿宋" w:eastAsia="仿宋" w:hAnsi="仿宋" w:cs="仿宋" w:hint="eastAsia"/>
                <w:szCs w:val="21"/>
              </w:rPr>
              <w:t>年</w:t>
            </w:r>
            <w:r>
              <w:rPr>
                <w:rFonts w:ascii="仿宋" w:eastAsia="仿宋" w:hAnsi="仿宋" w:cs="仿宋"/>
                <w:szCs w:val="21"/>
              </w:rPr>
              <w:t>10</w:t>
            </w:r>
            <w:r>
              <w:rPr>
                <w:rFonts w:ascii="仿宋" w:eastAsia="仿宋" w:hAnsi="仿宋" w:cs="仿宋" w:hint="eastAsia"/>
                <w:szCs w:val="21"/>
              </w:rPr>
              <w:t>月：被四川理工学院评为“先进班集体”</w:t>
            </w:r>
          </w:p>
          <w:p w:rsidR="00DB36A4" w:rsidRDefault="00DB36A4" w:rsidP="00A43F6D">
            <w:pPr>
              <w:spacing w:line="400" w:lineRule="exact"/>
              <w:rPr>
                <w:rFonts w:ascii="仿宋" w:eastAsia="仿宋" w:hAnsi="仿宋" w:cs="仿宋"/>
                <w:szCs w:val="21"/>
              </w:rPr>
            </w:pPr>
            <w:r>
              <w:rPr>
                <w:rFonts w:ascii="仿宋" w:eastAsia="仿宋" w:hAnsi="仿宋" w:cs="仿宋"/>
                <w:szCs w:val="21"/>
              </w:rPr>
              <w:t>2016</w:t>
            </w:r>
            <w:r>
              <w:rPr>
                <w:rFonts w:ascii="仿宋" w:eastAsia="仿宋" w:hAnsi="仿宋" w:cs="仿宋" w:hint="eastAsia"/>
                <w:szCs w:val="21"/>
              </w:rPr>
              <w:t>年</w:t>
            </w:r>
            <w:r>
              <w:rPr>
                <w:rFonts w:ascii="仿宋" w:eastAsia="仿宋" w:hAnsi="仿宋" w:cs="仿宋"/>
                <w:szCs w:val="21"/>
              </w:rPr>
              <w:t>10</w:t>
            </w:r>
            <w:r>
              <w:rPr>
                <w:rFonts w:ascii="仿宋" w:eastAsia="仿宋" w:hAnsi="仿宋" w:cs="仿宋" w:hint="eastAsia"/>
                <w:szCs w:val="21"/>
              </w:rPr>
              <w:t>月：被四川理工学院评为</w:t>
            </w:r>
            <w:r>
              <w:rPr>
                <w:rFonts w:ascii="仿宋" w:eastAsia="仿宋" w:hAnsi="仿宋" w:cs="仿宋"/>
                <w:szCs w:val="21"/>
              </w:rPr>
              <w:t xml:space="preserve"> </w:t>
            </w:r>
            <w:r>
              <w:rPr>
                <w:rFonts w:ascii="仿宋" w:eastAsia="仿宋" w:hAnsi="仿宋" w:cs="仿宋" w:hint="eastAsia"/>
                <w:szCs w:val="21"/>
              </w:rPr>
              <w:t>“先进班集体”</w:t>
            </w:r>
          </w:p>
          <w:p w:rsidR="00DB36A4" w:rsidRDefault="00DB36A4" w:rsidP="00A43F6D">
            <w:pPr>
              <w:spacing w:line="400" w:lineRule="exact"/>
              <w:rPr>
                <w:rFonts w:ascii="仿宋" w:eastAsia="仿宋" w:hAnsi="仿宋" w:cs="仿宋"/>
                <w:szCs w:val="21"/>
              </w:rPr>
            </w:pPr>
            <w:r>
              <w:rPr>
                <w:rFonts w:ascii="仿宋" w:eastAsia="仿宋" w:hAnsi="仿宋" w:cs="仿宋"/>
                <w:szCs w:val="21"/>
              </w:rPr>
              <w:t>2016</w:t>
            </w:r>
            <w:r>
              <w:rPr>
                <w:rFonts w:ascii="仿宋" w:eastAsia="仿宋" w:hAnsi="仿宋" w:cs="仿宋" w:hint="eastAsia"/>
                <w:szCs w:val="21"/>
              </w:rPr>
              <w:t>年</w:t>
            </w:r>
            <w:r>
              <w:rPr>
                <w:rFonts w:ascii="仿宋" w:eastAsia="仿宋" w:hAnsi="仿宋" w:cs="仿宋"/>
                <w:szCs w:val="21"/>
              </w:rPr>
              <w:t>10</w:t>
            </w:r>
            <w:r>
              <w:rPr>
                <w:rFonts w:ascii="仿宋" w:eastAsia="仿宋" w:hAnsi="仿宋" w:cs="仿宋" w:hint="eastAsia"/>
                <w:szCs w:val="21"/>
              </w:rPr>
              <w:t>月：荣获国家励志奖学金</w:t>
            </w:r>
          </w:p>
          <w:p w:rsidR="00DB36A4" w:rsidRDefault="00DB36A4" w:rsidP="00A43F6D">
            <w:pPr>
              <w:spacing w:line="400" w:lineRule="exact"/>
              <w:rPr>
                <w:rFonts w:ascii="仿宋" w:eastAsia="仿宋" w:hAnsi="仿宋" w:cs="仿宋"/>
                <w:szCs w:val="21"/>
              </w:rPr>
            </w:pPr>
            <w:r>
              <w:rPr>
                <w:rFonts w:ascii="仿宋" w:eastAsia="仿宋" w:hAnsi="仿宋" w:cs="仿宋"/>
                <w:szCs w:val="21"/>
              </w:rPr>
              <w:t>2016</w:t>
            </w:r>
            <w:r>
              <w:rPr>
                <w:rFonts w:ascii="仿宋" w:eastAsia="仿宋" w:hAnsi="仿宋" w:cs="仿宋" w:hint="eastAsia"/>
                <w:szCs w:val="21"/>
              </w:rPr>
              <w:t>年</w:t>
            </w:r>
            <w:r>
              <w:rPr>
                <w:rFonts w:ascii="仿宋" w:eastAsia="仿宋" w:hAnsi="仿宋" w:cs="仿宋"/>
                <w:szCs w:val="21"/>
              </w:rPr>
              <w:t>10</w:t>
            </w:r>
            <w:r>
              <w:rPr>
                <w:rFonts w:ascii="仿宋" w:eastAsia="仿宋" w:hAnsi="仿宋" w:cs="仿宋" w:hint="eastAsia"/>
                <w:szCs w:val="21"/>
              </w:rPr>
              <w:t>月：荣获四川理工学院二等优秀学生奖学金</w:t>
            </w:r>
          </w:p>
          <w:p w:rsidR="00DB36A4" w:rsidRDefault="00DB36A4" w:rsidP="00A43F6D">
            <w:pPr>
              <w:spacing w:line="400" w:lineRule="exact"/>
              <w:rPr>
                <w:rFonts w:ascii="仿宋" w:eastAsia="仿宋" w:hAnsi="仿宋" w:cs="仿宋"/>
                <w:szCs w:val="21"/>
              </w:rPr>
            </w:pPr>
            <w:r>
              <w:rPr>
                <w:rFonts w:ascii="仿宋" w:eastAsia="仿宋" w:hAnsi="仿宋" w:cs="仿宋"/>
                <w:szCs w:val="21"/>
              </w:rPr>
              <w:t>2016</w:t>
            </w:r>
            <w:r>
              <w:rPr>
                <w:rFonts w:ascii="仿宋" w:eastAsia="仿宋" w:hAnsi="仿宋" w:cs="仿宋" w:hint="eastAsia"/>
                <w:szCs w:val="21"/>
              </w:rPr>
              <w:t>年</w:t>
            </w:r>
            <w:r>
              <w:rPr>
                <w:rFonts w:ascii="仿宋" w:eastAsia="仿宋" w:hAnsi="仿宋" w:cs="仿宋"/>
                <w:szCs w:val="21"/>
              </w:rPr>
              <w:t>10</w:t>
            </w:r>
            <w:r>
              <w:rPr>
                <w:rFonts w:ascii="仿宋" w:eastAsia="仿宋" w:hAnsi="仿宋" w:cs="仿宋" w:hint="eastAsia"/>
                <w:szCs w:val="21"/>
              </w:rPr>
              <w:t>月：被四川理工学院评为“优秀团干部”</w:t>
            </w:r>
          </w:p>
          <w:p w:rsidR="00DB36A4" w:rsidRDefault="00DB36A4" w:rsidP="00A43F6D">
            <w:pPr>
              <w:spacing w:line="400" w:lineRule="exact"/>
              <w:rPr>
                <w:rFonts w:ascii="仿宋" w:eastAsia="仿宋" w:hAnsi="仿宋" w:cs="仿宋"/>
                <w:szCs w:val="21"/>
              </w:rPr>
            </w:pPr>
            <w:r>
              <w:rPr>
                <w:rFonts w:ascii="仿宋" w:eastAsia="仿宋" w:hAnsi="仿宋" w:cs="仿宋"/>
                <w:szCs w:val="21"/>
              </w:rPr>
              <w:t>2016</w:t>
            </w:r>
            <w:r>
              <w:rPr>
                <w:rFonts w:ascii="仿宋" w:eastAsia="仿宋" w:hAnsi="仿宋" w:cs="仿宋" w:hint="eastAsia"/>
                <w:szCs w:val="21"/>
              </w:rPr>
              <w:t>年</w:t>
            </w:r>
            <w:r>
              <w:rPr>
                <w:rFonts w:ascii="仿宋" w:eastAsia="仿宋" w:hAnsi="仿宋" w:cs="仿宋"/>
                <w:szCs w:val="21"/>
              </w:rPr>
              <w:t>5</w:t>
            </w:r>
            <w:r>
              <w:rPr>
                <w:rFonts w:ascii="仿宋" w:eastAsia="仿宋" w:hAnsi="仿宋" w:cs="仿宋" w:hint="eastAsia"/>
                <w:szCs w:val="21"/>
              </w:rPr>
              <w:t>月：荣获四川理工学院第</w:t>
            </w:r>
            <w:r>
              <w:rPr>
                <w:rFonts w:ascii="仿宋" w:eastAsia="仿宋" w:hAnsi="仿宋" w:cs="仿宋"/>
                <w:szCs w:val="21"/>
              </w:rPr>
              <w:t>32</w:t>
            </w:r>
            <w:r>
              <w:rPr>
                <w:rFonts w:ascii="仿宋" w:eastAsia="仿宋" w:hAnsi="仿宋" w:cs="仿宋" w:hint="eastAsia"/>
                <w:szCs w:val="21"/>
              </w:rPr>
              <w:t>届校运动会团体接力三等奖</w:t>
            </w:r>
          </w:p>
          <w:p w:rsidR="00DB36A4" w:rsidRDefault="00DB36A4" w:rsidP="00A43F6D">
            <w:pPr>
              <w:spacing w:line="400" w:lineRule="exact"/>
              <w:rPr>
                <w:rFonts w:ascii="仿宋" w:eastAsia="仿宋" w:hAnsi="仿宋" w:cs="仿宋"/>
                <w:szCs w:val="21"/>
              </w:rPr>
            </w:pPr>
            <w:r>
              <w:rPr>
                <w:rFonts w:ascii="仿宋" w:eastAsia="仿宋" w:hAnsi="仿宋" w:cs="仿宋"/>
                <w:szCs w:val="21"/>
              </w:rPr>
              <w:t>2016</w:t>
            </w:r>
            <w:r>
              <w:rPr>
                <w:rFonts w:ascii="仿宋" w:eastAsia="仿宋" w:hAnsi="仿宋" w:cs="仿宋" w:hint="eastAsia"/>
                <w:szCs w:val="21"/>
              </w:rPr>
              <w:t>年</w:t>
            </w:r>
            <w:r>
              <w:rPr>
                <w:rFonts w:ascii="仿宋" w:eastAsia="仿宋" w:hAnsi="仿宋" w:cs="仿宋"/>
                <w:szCs w:val="21"/>
              </w:rPr>
              <w:t>10</w:t>
            </w:r>
            <w:r>
              <w:rPr>
                <w:rFonts w:ascii="仿宋" w:eastAsia="仿宋" w:hAnsi="仿宋" w:cs="仿宋" w:hint="eastAsia"/>
                <w:szCs w:val="21"/>
              </w:rPr>
              <w:t>月：荣获四川理工学院纪念建党</w:t>
            </w:r>
            <w:r>
              <w:rPr>
                <w:rFonts w:ascii="仿宋" w:eastAsia="仿宋" w:hAnsi="仿宋" w:cs="仿宋"/>
                <w:szCs w:val="21"/>
              </w:rPr>
              <w:t>95</w:t>
            </w:r>
            <w:r>
              <w:rPr>
                <w:rFonts w:ascii="仿宋" w:eastAsia="仿宋" w:hAnsi="仿宋" w:cs="仿宋" w:hint="eastAsia"/>
                <w:szCs w:val="21"/>
              </w:rPr>
              <w:t>周年暨红军长征胜利</w:t>
            </w:r>
            <w:r>
              <w:rPr>
                <w:rFonts w:ascii="仿宋" w:eastAsia="仿宋" w:hAnsi="仿宋" w:cs="仿宋"/>
                <w:szCs w:val="21"/>
              </w:rPr>
              <w:t>80</w:t>
            </w:r>
            <w:r>
              <w:rPr>
                <w:rFonts w:ascii="仿宋" w:eastAsia="仿宋" w:hAnsi="仿宋" w:cs="仿宋" w:hint="eastAsia"/>
                <w:szCs w:val="21"/>
              </w:rPr>
              <w:t>周年大学生合唱比赛二等奖</w:t>
            </w:r>
          </w:p>
        </w:tc>
      </w:tr>
      <w:tr w:rsidR="00DB36A4" w:rsidTr="00A43F6D">
        <w:trPr>
          <w:trHeight w:val="54"/>
          <w:jc w:val="center"/>
        </w:trPr>
        <w:tc>
          <w:tcPr>
            <w:tcW w:w="4134" w:type="dxa"/>
            <w:gridSpan w:val="4"/>
            <w:vAlign w:val="center"/>
          </w:tcPr>
          <w:p w:rsidR="00DB36A4" w:rsidRDefault="00DB36A4">
            <w:pPr>
              <w:spacing w:line="400" w:lineRule="exact"/>
              <w:jc w:val="center"/>
              <w:rPr>
                <w:rFonts w:ascii="仿宋" w:eastAsia="仿宋" w:hAnsi="仿宋" w:cs="仿宋"/>
                <w:szCs w:val="21"/>
              </w:rPr>
            </w:pPr>
            <w:r>
              <w:rPr>
                <w:rFonts w:ascii="仿宋" w:eastAsia="仿宋" w:hAnsi="仿宋" w:cs="仿宋" w:hint="eastAsia"/>
                <w:szCs w:val="21"/>
              </w:rPr>
              <w:t>团总支推荐意见</w:t>
            </w:r>
          </w:p>
          <w:p w:rsidR="00DB36A4" w:rsidRDefault="00DB36A4">
            <w:pPr>
              <w:spacing w:line="400" w:lineRule="exact"/>
              <w:jc w:val="center"/>
              <w:rPr>
                <w:rFonts w:ascii="仿宋" w:eastAsia="仿宋" w:hAnsi="仿宋" w:cs="仿宋"/>
                <w:szCs w:val="21"/>
              </w:rPr>
            </w:pPr>
          </w:p>
          <w:p w:rsidR="00DB36A4" w:rsidRDefault="00DB36A4">
            <w:pPr>
              <w:spacing w:line="400" w:lineRule="exact"/>
              <w:rPr>
                <w:rFonts w:ascii="仿宋" w:eastAsia="仿宋" w:hAnsi="仿宋" w:cs="仿宋"/>
                <w:szCs w:val="21"/>
              </w:rPr>
            </w:pPr>
            <w:r>
              <w:rPr>
                <w:rFonts w:ascii="仿宋" w:eastAsia="仿宋" w:hAnsi="仿宋" w:cs="仿宋" w:hint="eastAsia"/>
                <w:szCs w:val="21"/>
              </w:rPr>
              <w:t>（以上情况是否属实，是否同意推荐）</w:t>
            </w:r>
          </w:p>
          <w:p w:rsidR="00DB36A4" w:rsidRDefault="00DB36A4">
            <w:pPr>
              <w:spacing w:line="400" w:lineRule="exact"/>
              <w:rPr>
                <w:rFonts w:ascii="仿宋" w:eastAsia="仿宋" w:hAnsi="仿宋" w:cs="仿宋"/>
                <w:szCs w:val="21"/>
              </w:rPr>
            </w:pPr>
          </w:p>
          <w:p w:rsidR="00DB36A4" w:rsidRDefault="00DB36A4">
            <w:pPr>
              <w:spacing w:line="400" w:lineRule="exact"/>
              <w:jc w:val="center"/>
              <w:rPr>
                <w:rFonts w:ascii="仿宋" w:eastAsia="仿宋" w:hAnsi="仿宋" w:cs="仿宋"/>
                <w:szCs w:val="21"/>
              </w:rPr>
            </w:pPr>
            <w:r>
              <w:rPr>
                <w:rFonts w:ascii="仿宋" w:eastAsia="仿宋" w:hAnsi="仿宋" w:cs="仿宋" w:hint="eastAsia"/>
                <w:szCs w:val="21"/>
              </w:rPr>
              <w:t>负责人签字：</w:t>
            </w:r>
            <w:r>
              <w:rPr>
                <w:rFonts w:ascii="仿宋" w:eastAsia="仿宋" w:hAnsi="仿宋" w:cs="仿宋"/>
                <w:szCs w:val="21"/>
              </w:rPr>
              <w:t xml:space="preserve">               </w:t>
            </w:r>
          </w:p>
          <w:p w:rsidR="00DB36A4" w:rsidRDefault="00DB36A4">
            <w:pPr>
              <w:spacing w:line="400" w:lineRule="exact"/>
              <w:jc w:val="center"/>
              <w:rPr>
                <w:rFonts w:ascii="仿宋" w:eastAsia="仿宋" w:hAnsi="仿宋" w:cs="仿宋"/>
                <w:szCs w:val="21"/>
              </w:rPr>
            </w:pPr>
            <w:r>
              <w:rPr>
                <w:rFonts w:ascii="仿宋" w:eastAsia="仿宋" w:hAnsi="仿宋" w:cs="仿宋" w:hint="eastAsia"/>
                <w:szCs w:val="21"/>
              </w:rPr>
              <w:t>（公章）</w:t>
            </w:r>
          </w:p>
          <w:p w:rsidR="00DB36A4" w:rsidRDefault="00DB36A4">
            <w:pPr>
              <w:spacing w:line="400" w:lineRule="exact"/>
              <w:ind w:firstLineChars="2800" w:firstLine="5880"/>
              <w:jc w:val="right"/>
              <w:rPr>
                <w:rFonts w:ascii="仿宋" w:eastAsia="仿宋" w:hAnsi="仿宋" w:cs="仿宋"/>
                <w:szCs w:val="21"/>
              </w:rPr>
            </w:pPr>
            <w:r>
              <w:rPr>
                <w:rFonts w:ascii="仿宋" w:eastAsia="仿宋" w:hAnsi="仿宋" w:cs="仿宋" w:hint="eastAsia"/>
                <w:szCs w:val="21"/>
              </w:rPr>
              <w:t>年</w:t>
            </w:r>
            <w:r>
              <w:rPr>
                <w:rFonts w:ascii="仿宋" w:eastAsia="仿宋" w:hAnsi="仿宋" w:cs="仿宋"/>
                <w:szCs w:val="21"/>
              </w:rPr>
              <w:t xml:space="preserve"> </w:t>
            </w:r>
            <w:r>
              <w:rPr>
                <w:rFonts w:ascii="仿宋" w:eastAsia="仿宋" w:hAnsi="仿宋" w:cs="仿宋" w:hint="eastAsia"/>
                <w:szCs w:val="21"/>
              </w:rPr>
              <w:t>年</w:t>
            </w:r>
            <w:r>
              <w:rPr>
                <w:rFonts w:ascii="仿宋" w:eastAsia="仿宋" w:hAnsi="仿宋" w:cs="仿宋"/>
                <w:szCs w:val="21"/>
              </w:rPr>
              <w:t xml:space="preserve">  </w:t>
            </w:r>
            <w:r>
              <w:rPr>
                <w:rFonts w:ascii="仿宋" w:eastAsia="仿宋" w:hAnsi="仿宋" w:cs="仿宋" w:hint="eastAsia"/>
                <w:szCs w:val="21"/>
              </w:rPr>
              <w:t>月</w:t>
            </w:r>
            <w:r>
              <w:rPr>
                <w:rFonts w:ascii="仿宋" w:eastAsia="仿宋" w:hAnsi="仿宋" w:cs="仿宋"/>
                <w:szCs w:val="21"/>
              </w:rPr>
              <w:t xml:space="preserve">   </w:t>
            </w:r>
            <w:r>
              <w:rPr>
                <w:rFonts w:ascii="仿宋" w:eastAsia="仿宋" w:hAnsi="仿宋" w:cs="仿宋" w:hint="eastAsia"/>
                <w:szCs w:val="21"/>
              </w:rPr>
              <w:t>日</w:t>
            </w:r>
          </w:p>
        </w:tc>
        <w:tc>
          <w:tcPr>
            <w:tcW w:w="4388" w:type="dxa"/>
            <w:gridSpan w:val="4"/>
          </w:tcPr>
          <w:p w:rsidR="00DB36A4" w:rsidRDefault="00DB36A4">
            <w:pPr>
              <w:spacing w:line="400" w:lineRule="exact"/>
              <w:jc w:val="center"/>
              <w:rPr>
                <w:rFonts w:ascii="仿宋" w:eastAsia="仿宋" w:hAnsi="仿宋" w:cs="仿宋"/>
                <w:szCs w:val="21"/>
              </w:rPr>
            </w:pPr>
            <w:r>
              <w:rPr>
                <w:rFonts w:ascii="仿宋" w:eastAsia="仿宋" w:hAnsi="仿宋" w:cs="仿宋" w:hint="eastAsia"/>
                <w:szCs w:val="21"/>
              </w:rPr>
              <w:t>校团委审核意见</w:t>
            </w:r>
          </w:p>
          <w:p w:rsidR="00DB36A4" w:rsidRDefault="00DB36A4">
            <w:pPr>
              <w:spacing w:line="400" w:lineRule="exact"/>
              <w:ind w:firstLineChars="2800" w:firstLine="5880"/>
              <w:rPr>
                <w:rFonts w:ascii="仿宋" w:eastAsia="仿宋" w:hAnsi="仿宋" w:cs="仿宋"/>
                <w:szCs w:val="21"/>
              </w:rPr>
            </w:pPr>
          </w:p>
          <w:p w:rsidR="00DB36A4" w:rsidRDefault="00DB36A4">
            <w:pPr>
              <w:spacing w:line="400" w:lineRule="exact"/>
              <w:ind w:firstLineChars="2800" w:firstLine="5880"/>
              <w:rPr>
                <w:rFonts w:ascii="仿宋" w:eastAsia="仿宋" w:hAnsi="仿宋" w:cs="仿宋"/>
                <w:szCs w:val="21"/>
              </w:rPr>
            </w:pPr>
          </w:p>
          <w:p w:rsidR="00DB36A4" w:rsidRDefault="00DB36A4">
            <w:pPr>
              <w:spacing w:line="400" w:lineRule="exact"/>
              <w:jc w:val="right"/>
              <w:rPr>
                <w:rFonts w:ascii="仿宋" w:eastAsia="仿宋" w:hAnsi="仿宋" w:cs="仿宋"/>
                <w:szCs w:val="21"/>
              </w:rPr>
            </w:pPr>
          </w:p>
          <w:p w:rsidR="00DB36A4" w:rsidRDefault="00DB36A4">
            <w:pPr>
              <w:spacing w:line="400" w:lineRule="exact"/>
              <w:jc w:val="center"/>
              <w:rPr>
                <w:rFonts w:ascii="仿宋" w:eastAsia="仿宋" w:hAnsi="仿宋" w:cs="仿宋"/>
                <w:szCs w:val="21"/>
              </w:rPr>
            </w:pPr>
            <w:r>
              <w:rPr>
                <w:rFonts w:ascii="仿宋" w:eastAsia="仿宋" w:hAnsi="仿宋" w:cs="仿宋" w:hint="eastAsia"/>
                <w:szCs w:val="21"/>
              </w:rPr>
              <w:t>负责人签字：</w:t>
            </w:r>
            <w:r>
              <w:rPr>
                <w:rFonts w:ascii="仿宋" w:eastAsia="仿宋" w:hAnsi="仿宋" w:cs="仿宋"/>
                <w:szCs w:val="21"/>
              </w:rPr>
              <w:t xml:space="preserve">               </w:t>
            </w:r>
          </w:p>
          <w:p w:rsidR="00DB36A4" w:rsidRDefault="00DB36A4">
            <w:pPr>
              <w:spacing w:line="400" w:lineRule="exact"/>
              <w:jc w:val="center"/>
              <w:rPr>
                <w:rFonts w:ascii="仿宋" w:eastAsia="仿宋" w:hAnsi="仿宋" w:cs="仿宋"/>
                <w:szCs w:val="21"/>
              </w:rPr>
            </w:pPr>
            <w:r>
              <w:rPr>
                <w:rFonts w:ascii="仿宋" w:eastAsia="仿宋" w:hAnsi="仿宋" w:cs="仿宋" w:hint="eastAsia"/>
                <w:szCs w:val="21"/>
              </w:rPr>
              <w:t>（公章）</w:t>
            </w:r>
          </w:p>
          <w:p w:rsidR="00DB36A4" w:rsidRDefault="00DB36A4">
            <w:pPr>
              <w:spacing w:line="400" w:lineRule="exact"/>
              <w:jc w:val="right"/>
              <w:rPr>
                <w:rFonts w:ascii="仿宋" w:eastAsia="仿宋" w:hAnsi="仿宋" w:cs="仿宋"/>
                <w:szCs w:val="21"/>
              </w:rPr>
            </w:pPr>
          </w:p>
          <w:p w:rsidR="00DB36A4" w:rsidRDefault="00DB36A4">
            <w:pPr>
              <w:spacing w:line="400" w:lineRule="exact"/>
              <w:jc w:val="right"/>
              <w:rPr>
                <w:rFonts w:ascii="仿宋" w:eastAsia="仿宋" w:hAnsi="仿宋" w:cs="仿宋"/>
                <w:szCs w:val="21"/>
              </w:rPr>
            </w:pPr>
            <w:r>
              <w:rPr>
                <w:rFonts w:ascii="仿宋" w:eastAsia="仿宋" w:hAnsi="仿宋" w:cs="仿宋" w:hint="eastAsia"/>
                <w:szCs w:val="21"/>
              </w:rPr>
              <w:t>年</w:t>
            </w:r>
            <w:r>
              <w:rPr>
                <w:rFonts w:ascii="仿宋" w:eastAsia="仿宋" w:hAnsi="仿宋" w:cs="仿宋"/>
                <w:szCs w:val="21"/>
              </w:rPr>
              <w:t xml:space="preserve">  </w:t>
            </w:r>
            <w:r>
              <w:rPr>
                <w:rFonts w:ascii="仿宋" w:eastAsia="仿宋" w:hAnsi="仿宋" w:cs="仿宋" w:hint="eastAsia"/>
                <w:szCs w:val="21"/>
              </w:rPr>
              <w:t>月</w:t>
            </w:r>
            <w:r>
              <w:rPr>
                <w:rFonts w:ascii="仿宋" w:eastAsia="仿宋" w:hAnsi="仿宋" w:cs="仿宋"/>
                <w:szCs w:val="21"/>
              </w:rPr>
              <w:t xml:space="preserve">   </w:t>
            </w:r>
            <w:r>
              <w:rPr>
                <w:rFonts w:ascii="仿宋" w:eastAsia="仿宋" w:hAnsi="仿宋" w:cs="仿宋" w:hint="eastAsia"/>
                <w:szCs w:val="21"/>
              </w:rPr>
              <w:t>日</w:t>
            </w:r>
          </w:p>
        </w:tc>
      </w:tr>
    </w:tbl>
    <w:p w:rsidR="00DB36A4" w:rsidRDefault="00DB36A4" w:rsidP="007D3A3E">
      <w:pPr>
        <w:spacing w:line="400" w:lineRule="exact"/>
        <w:ind w:firstLine="432"/>
        <w:jc w:val="center"/>
        <w:rPr>
          <w:rFonts w:ascii="仿宋" w:eastAsia="仿宋" w:hAnsi="仿宋" w:cs="仿宋"/>
          <w:sz w:val="30"/>
          <w:szCs w:val="30"/>
        </w:rPr>
      </w:pPr>
    </w:p>
    <w:p w:rsidR="00DB36A4" w:rsidRDefault="00DB36A4" w:rsidP="00005D3E">
      <w:pPr>
        <w:spacing w:line="400" w:lineRule="exact"/>
        <w:ind w:firstLine="432"/>
        <w:rPr>
          <w:rFonts w:ascii="仿宋" w:eastAsia="仿宋" w:hAnsi="仿宋" w:cs="仿宋"/>
          <w:sz w:val="30"/>
          <w:szCs w:val="30"/>
        </w:rPr>
      </w:pPr>
      <w:r>
        <w:rPr>
          <w:rFonts w:ascii="仿宋" w:eastAsia="仿宋" w:hAnsi="仿宋" w:cs="仿宋" w:hint="eastAsia"/>
          <w:sz w:val="30"/>
          <w:szCs w:val="30"/>
        </w:rPr>
        <w:t>附页：</w:t>
      </w:r>
    </w:p>
    <w:p w:rsidR="00DB36A4" w:rsidRPr="00005D3E" w:rsidRDefault="00DB36A4" w:rsidP="007D3A3E">
      <w:pPr>
        <w:spacing w:line="400" w:lineRule="exact"/>
        <w:ind w:firstLine="432"/>
        <w:jc w:val="center"/>
        <w:rPr>
          <w:rFonts w:ascii="仿宋" w:eastAsia="仿宋" w:hAnsi="仿宋" w:cs="仿宋"/>
          <w:b/>
          <w:sz w:val="30"/>
          <w:szCs w:val="30"/>
        </w:rPr>
      </w:pPr>
      <w:r w:rsidRPr="00005D3E">
        <w:rPr>
          <w:rFonts w:ascii="仿宋" w:eastAsia="仿宋" w:hAnsi="仿宋" w:cs="仿宋" w:hint="eastAsia"/>
          <w:b/>
          <w:sz w:val="30"/>
          <w:szCs w:val="30"/>
        </w:rPr>
        <w:t>主要事迹</w:t>
      </w:r>
    </w:p>
    <w:p w:rsidR="00DB36A4" w:rsidRDefault="00DB36A4" w:rsidP="007D3A3E">
      <w:pPr>
        <w:spacing w:line="400" w:lineRule="exact"/>
        <w:rPr>
          <w:rFonts w:ascii="仿宋" w:eastAsia="仿宋" w:hAnsi="仿宋" w:cs="仿宋"/>
          <w:szCs w:val="21"/>
        </w:rPr>
      </w:pPr>
      <w:r>
        <w:rPr>
          <w:rFonts w:ascii="仿宋" w:eastAsia="仿宋" w:hAnsi="仿宋" w:cs="仿宋"/>
          <w:szCs w:val="21"/>
        </w:rPr>
        <w:t xml:space="preserve">                  </w:t>
      </w:r>
    </w:p>
    <w:p w:rsidR="00DB36A4" w:rsidRPr="003850A0" w:rsidRDefault="00DB36A4" w:rsidP="003850A0">
      <w:pPr>
        <w:spacing w:line="400" w:lineRule="exact"/>
        <w:ind w:firstLineChars="200" w:firstLine="420"/>
        <w:rPr>
          <w:rFonts w:ascii="仿宋" w:eastAsia="仿宋" w:hAnsi="仿宋" w:cs="仿宋"/>
          <w:sz w:val="24"/>
        </w:rPr>
      </w:pPr>
      <w:r>
        <w:rPr>
          <w:rFonts w:ascii="仿宋" w:eastAsia="仿宋" w:hAnsi="仿宋" w:cs="仿宋"/>
          <w:kern w:val="0"/>
          <w:szCs w:val="21"/>
        </w:rPr>
        <w:t xml:space="preserve">  </w:t>
      </w:r>
      <w:r w:rsidRPr="00005D3E">
        <w:rPr>
          <w:rFonts w:ascii="仿宋" w:eastAsia="仿宋" w:hAnsi="仿宋" w:cs="仿宋"/>
          <w:kern w:val="0"/>
          <w:sz w:val="24"/>
        </w:rPr>
        <w:t xml:space="preserve"> </w:t>
      </w:r>
      <w:r>
        <w:rPr>
          <w:rFonts w:ascii="仿宋" w:eastAsia="仿宋" w:hAnsi="仿宋" w:cs="仿宋"/>
          <w:kern w:val="0"/>
          <w:sz w:val="24"/>
        </w:rPr>
        <w:t xml:space="preserve"> </w:t>
      </w:r>
      <w:r w:rsidRPr="00005D3E">
        <w:rPr>
          <w:rFonts w:ascii="仿宋" w:eastAsia="仿宋" w:hAnsi="仿宋" w:cs="仿宋" w:hint="eastAsia"/>
          <w:kern w:val="0"/>
          <w:sz w:val="24"/>
        </w:rPr>
        <w:t>在学习上，勤奋踏实，积极进取，对大学的学习生活有较好的规划与安排，善于思考，不断总结学习经验与方法，顺利通过了英语四级考试和计算机二级考试。通过自己不懈的努力大一大二连续两年获得校二等优秀学生奖学金，并于</w:t>
      </w:r>
      <w:r w:rsidRPr="00005D3E">
        <w:rPr>
          <w:rFonts w:ascii="仿宋" w:eastAsia="仿宋" w:hAnsi="仿宋" w:cs="仿宋"/>
          <w:kern w:val="0"/>
          <w:sz w:val="24"/>
        </w:rPr>
        <w:t>2016</w:t>
      </w:r>
      <w:r w:rsidRPr="00005D3E">
        <w:rPr>
          <w:rFonts w:ascii="仿宋" w:eastAsia="仿宋" w:hAnsi="仿宋" w:cs="仿宋" w:hint="eastAsia"/>
          <w:kern w:val="0"/>
          <w:sz w:val="24"/>
        </w:rPr>
        <w:t>年获得国家励志奖学金。虽然取得了较好的成绩，但是我并不满足于此，我任然抱着勤奋求实艰苦奋斗的黄岭精神在寻求真理与知识的道路上不断前行。在自我学习的同时我乐于带动班上的同学一同学习，鼓励班上同学走出寝室，走进图书馆，与同学共同进步。</w:t>
      </w:r>
      <w:r>
        <w:rPr>
          <w:rFonts w:ascii="仿宋" w:eastAsia="仿宋" w:hAnsi="仿宋" w:cs="仿宋" w:hint="eastAsia"/>
          <w:kern w:val="0"/>
          <w:sz w:val="24"/>
        </w:rPr>
        <w:t>并且</w:t>
      </w:r>
      <w:r w:rsidRPr="00005D3E">
        <w:rPr>
          <w:rFonts w:ascii="仿宋" w:eastAsia="仿宋" w:hAnsi="仿宋" w:cs="仿宋" w:hint="eastAsia"/>
          <w:kern w:val="0"/>
          <w:sz w:val="24"/>
        </w:rPr>
        <w:t>自身起好带头作用，积极参加学院学校的各种活动，并获得了</w:t>
      </w:r>
      <w:r w:rsidRPr="00005D3E">
        <w:rPr>
          <w:rFonts w:ascii="仿宋" w:eastAsia="仿宋" w:hAnsi="仿宋" w:cs="仿宋" w:hint="eastAsia"/>
          <w:sz w:val="24"/>
        </w:rPr>
        <w:t>四川理工学院纪念建党</w:t>
      </w:r>
      <w:r w:rsidRPr="00005D3E">
        <w:rPr>
          <w:rFonts w:ascii="仿宋" w:eastAsia="仿宋" w:hAnsi="仿宋" w:cs="仿宋"/>
          <w:sz w:val="24"/>
        </w:rPr>
        <w:t>95</w:t>
      </w:r>
      <w:r w:rsidRPr="00005D3E">
        <w:rPr>
          <w:rFonts w:ascii="仿宋" w:eastAsia="仿宋" w:hAnsi="仿宋" w:cs="仿宋" w:hint="eastAsia"/>
          <w:sz w:val="24"/>
        </w:rPr>
        <w:t>周年暨红军长征胜利</w:t>
      </w:r>
      <w:r w:rsidRPr="00005D3E">
        <w:rPr>
          <w:rFonts w:ascii="仿宋" w:eastAsia="仿宋" w:hAnsi="仿宋" w:cs="仿宋"/>
          <w:sz w:val="24"/>
        </w:rPr>
        <w:t>80</w:t>
      </w:r>
      <w:r w:rsidRPr="00005D3E">
        <w:rPr>
          <w:rFonts w:ascii="仿宋" w:eastAsia="仿宋" w:hAnsi="仿宋" w:cs="仿宋" w:hint="eastAsia"/>
          <w:sz w:val="24"/>
        </w:rPr>
        <w:t>周年大学生合唱比赛二等奖、四川理工学院第</w:t>
      </w:r>
      <w:r w:rsidRPr="00005D3E">
        <w:rPr>
          <w:rFonts w:ascii="仿宋" w:eastAsia="仿宋" w:hAnsi="仿宋" w:cs="仿宋"/>
          <w:sz w:val="24"/>
        </w:rPr>
        <w:t>32</w:t>
      </w:r>
      <w:r w:rsidRPr="00005D3E">
        <w:rPr>
          <w:rFonts w:ascii="仿宋" w:eastAsia="仿宋" w:hAnsi="仿宋" w:cs="仿宋" w:hint="eastAsia"/>
          <w:sz w:val="24"/>
        </w:rPr>
        <w:t>届校运动会团体接力三等奖、土木工程学院优秀运动员、土木工程学院社会活动积极分子、土木工程学院测绘技能大赛一等奖、土木工程学院建筑模型制作大赛三等奖等荣誉。</w:t>
      </w:r>
      <w:r w:rsidRPr="00005D3E">
        <w:rPr>
          <w:rFonts w:ascii="仿宋" w:eastAsia="仿宋" w:hAnsi="仿宋" w:cs="仿宋"/>
          <w:kern w:val="0"/>
          <w:sz w:val="24"/>
        </w:rPr>
        <w:br/>
        <w:t xml:space="preserve">    </w:t>
      </w:r>
      <w:r w:rsidRPr="00005D3E">
        <w:rPr>
          <w:rFonts w:ascii="仿宋" w:eastAsia="仿宋" w:hAnsi="仿宋" w:cs="仿宋" w:hint="eastAsia"/>
          <w:kern w:val="0"/>
          <w:sz w:val="24"/>
        </w:rPr>
        <w:t>在工作上，有一颗为同学奉献的心，大一时虽然没有成为我班班委，但我仍然积极的参与班级活动的策划与开展，想在锻炼自己的同时为班级做一些贡献。我积极参加各种活动，积累举办活动的方式与方法，并实践与班级活动中。大二时有幸成为我班团支部书记，我班积极开展各种形式的活动来提升班级的凝聚力，提高大家对学习的积极性，让同学们不断的锻炼自我。由于同学们的共同努力，我班连续两次获得四川理工学院“先进班集体”荣誉称号，我自己也获得四川理工学院“优秀团干部”荣誉称号。在处理好班级事务的同时我加</w:t>
      </w:r>
      <w:r>
        <w:rPr>
          <w:rFonts w:ascii="仿宋" w:eastAsia="仿宋" w:hAnsi="仿宋" w:cs="仿宋" w:hint="eastAsia"/>
          <w:kern w:val="0"/>
          <w:sz w:val="24"/>
        </w:rPr>
        <w:t>入</w:t>
      </w:r>
      <w:r w:rsidRPr="00005D3E">
        <w:rPr>
          <w:rFonts w:ascii="仿宋" w:eastAsia="仿宋" w:hAnsi="仿宋" w:cs="仿宋" w:hint="eastAsia"/>
          <w:kern w:val="0"/>
          <w:sz w:val="24"/>
        </w:rPr>
        <w:t>了四川理工学院土木工程学院团总支学生会，并担任学习部副部长一职。</w:t>
      </w:r>
      <w:r>
        <w:rPr>
          <w:rFonts w:ascii="仿宋" w:eastAsia="仿宋" w:hAnsi="仿宋" w:cs="仿宋" w:hint="eastAsia"/>
          <w:kern w:val="0"/>
          <w:sz w:val="24"/>
        </w:rPr>
        <w:t>担任副部长</w:t>
      </w:r>
      <w:r w:rsidRPr="00005D3E">
        <w:rPr>
          <w:rFonts w:ascii="仿宋" w:eastAsia="仿宋" w:hAnsi="仿宋" w:cs="仿宋" w:hint="eastAsia"/>
          <w:kern w:val="0"/>
          <w:sz w:val="24"/>
        </w:rPr>
        <w:t>期间，本着全心全意为同学服务的宗旨，我努力</w:t>
      </w:r>
      <w:r>
        <w:rPr>
          <w:rFonts w:ascii="仿宋" w:eastAsia="仿宋" w:hAnsi="仿宋" w:cs="仿宋" w:hint="eastAsia"/>
          <w:kern w:val="0"/>
          <w:sz w:val="24"/>
        </w:rPr>
        <w:t>提升自己的服务意识和服务能力，积极主动的</w:t>
      </w:r>
      <w:r w:rsidRPr="00005D3E">
        <w:rPr>
          <w:rFonts w:ascii="仿宋" w:eastAsia="仿宋" w:hAnsi="仿宋" w:cs="仿宋" w:hint="eastAsia"/>
          <w:kern w:val="0"/>
          <w:sz w:val="24"/>
        </w:rPr>
        <w:t>为同学解决他们</w:t>
      </w:r>
      <w:r>
        <w:rPr>
          <w:rFonts w:ascii="仿宋" w:eastAsia="仿宋" w:hAnsi="仿宋" w:cs="仿宋" w:hint="eastAsia"/>
          <w:kern w:val="0"/>
          <w:sz w:val="24"/>
        </w:rPr>
        <w:t>所</w:t>
      </w:r>
      <w:r w:rsidRPr="00005D3E">
        <w:rPr>
          <w:rFonts w:ascii="仿宋" w:eastAsia="仿宋" w:hAnsi="仿宋" w:cs="仿宋" w:hint="eastAsia"/>
          <w:kern w:val="0"/>
          <w:sz w:val="24"/>
        </w:rPr>
        <w:t>遇到的难题，在任职期间较好的完成了学院交给的任务。并于</w:t>
      </w:r>
      <w:r w:rsidRPr="00005D3E">
        <w:rPr>
          <w:rFonts w:ascii="仿宋" w:eastAsia="仿宋" w:hAnsi="仿宋" w:cs="仿宋"/>
          <w:kern w:val="0"/>
          <w:sz w:val="24"/>
        </w:rPr>
        <w:t>2016</w:t>
      </w:r>
      <w:r w:rsidRPr="00005D3E">
        <w:rPr>
          <w:rFonts w:ascii="仿宋" w:eastAsia="仿宋" w:hAnsi="仿宋" w:cs="仿宋" w:hint="eastAsia"/>
          <w:kern w:val="0"/>
          <w:sz w:val="24"/>
        </w:rPr>
        <w:t>年</w:t>
      </w:r>
      <w:r w:rsidRPr="00005D3E">
        <w:rPr>
          <w:rFonts w:ascii="仿宋" w:eastAsia="仿宋" w:hAnsi="仿宋" w:cs="仿宋"/>
          <w:kern w:val="0"/>
          <w:sz w:val="24"/>
        </w:rPr>
        <w:t>12</w:t>
      </w:r>
      <w:r w:rsidRPr="00005D3E">
        <w:rPr>
          <w:rFonts w:ascii="仿宋" w:eastAsia="仿宋" w:hAnsi="仿宋" w:cs="仿宋" w:hint="eastAsia"/>
          <w:kern w:val="0"/>
          <w:sz w:val="24"/>
        </w:rPr>
        <w:t>月成功竞选为土木工程学院第十四届团总支学生会副主席</w:t>
      </w:r>
      <w:r>
        <w:rPr>
          <w:rFonts w:ascii="仿宋" w:eastAsia="仿宋" w:hAnsi="仿宋" w:cs="仿宋" w:hint="eastAsia"/>
          <w:kern w:val="0"/>
          <w:sz w:val="24"/>
        </w:rPr>
        <w:t>，我知道这意味着更巨大的责任，更大的工作压力，也需要更多的付出，但我并不认为它是艰苦的，因为我喜欢这份工作，我愿意为此而付出。</w:t>
      </w:r>
    </w:p>
    <w:p w:rsidR="00DB36A4" w:rsidRPr="00005D3E" w:rsidRDefault="00DB36A4" w:rsidP="003850A0">
      <w:pPr>
        <w:widowControl/>
        <w:spacing w:line="360" w:lineRule="auto"/>
        <w:ind w:firstLineChars="200" w:firstLine="480"/>
        <w:jc w:val="left"/>
        <w:rPr>
          <w:rFonts w:ascii="仿宋" w:eastAsia="仿宋" w:hAnsi="仿宋" w:cs="仿宋"/>
          <w:kern w:val="0"/>
          <w:sz w:val="24"/>
        </w:rPr>
      </w:pPr>
      <w:r w:rsidRPr="00005D3E">
        <w:rPr>
          <w:rFonts w:ascii="仿宋" w:eastAsia="仿宋" w:hAnsi="仿宋" w:cs="仿宋" w:hint="eastAsia"/>
          <w:kern w:val="0"/>
          <w:sz w:val="24"/>
        </w:rPr>
        <w:t>在生活中，我乐观向上，诚实守信，遵守校纪校规，乐于帮助身边的同学</w:t>
      </w:r>
      <w:r>
        <w:rPr>
          <w:rFonts w:ascii="仿宋" w:eastAsia="仿宋" w:hAnsi="仿宋" w:cs="仿宋" w:hint="eastAsia"/>
          <w:kern w:val="0"/>
          <w:sz w:val="24"/>
        </w:rPr>
        <w:t>，</w:t>
      </w:r>
      <w:r w:rsidRPr="00005D3E">
        <w:rPr>
          <w:rFonts w:ascii="仿宋" w:eastAsia="仿宋" w:hAnsi="仿宋" w:cs="仿宋" w:hint="eastAsia"/>
          <w:kern w:val="0"/>
          <w:sz w:val="24"/>
        </w:rPr>
        <w:t>用乐观积极的生活态度去影响身边的同学</w:t>
      </w:r>
      <w:r>
        <w:rPr>
          <w:rFonts w:ascii="仿宋" w:eastAsia="仿宋" w:hAnsi="仿宋" w:cs="仿宋" w:hint="eastAsia"/>
          <w:kern w:val="0"/>
          <w:sz w:val="24"/>
        </w:rPr>
        <w:t>，起好学生干部的带头模范作用。在生活中，我努力</w:t>
      </w:r>
      <w:r w:rsidRPr="00005D3E">
        <w:rPr>
          <w:rFonts w:ascii="仿宋" w:eastAsia="仿宋" w:hAnsi="仿宋" w:cs="仿宋" w:hint="eastAsia"/>
          <w:kern w:val="0"/>
          <w:sz w:val="24"/>
        </w:rPr>
        <w:t>培养自己的兴趣爱好，拓宽自己的知识面</w:t>
      </w:r>
      <w:r>
        <w:rPr>
          <w:rFonts w:ascii="仿宋" w:eastAsia="仿宋" w:hAnsi="仿宋" w:cs="仿宋" w:hint="eastAsia"/>
          <w:kern w:val="0"/>
          <w:sz w:val="24"/>
        </w:rPr>
        <w:t>，争取做到全面发展。</w:t>
      </w:r>
    </w:p>
    <w:p w:rsidR="00DB36A4" w:rsidRDefault="00DB36A4" w:rsidP="00982624"/>
    <w:p w:rsidR="00DB36A4" w:rsidRDefault="00DB36A4" w:rsidP="00117B03">
      <w:pPr>
        <w:spacing w:line="500" w:lineRule="exact"/>
        <w:jc w:val="left"/>
        <w:rPr>
          <w:kern w:val="0"/>
        </w:rPr>
      </w:pPr>
    </w:p>
    <w:sectPr w:rsidR="00DB36A4" w:rsidSect="009347A6">
      <w:pgSz w:w="11906" w:h="16838"/>
      <w:pgMar w:top="1157" w:right="1463" w:bottom="1157" w:left="1463"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36A4" w:rsidRDefault="00DB36A4" w:rsidP="00525A61">
      <w:r>
        <w:separator/>
      </w:r>
    </w:p>
  </w:endnote>
  <w:endnote w:type="continuationSeparator" w:id="0">
    <w:p w:rsidR="00DB36A4" w:rsidRDefault="00DB36A4" w:rsidP="00525A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enlo">
    <w:altName w:val="Times New Roman"/>
    <w:panose1 w:val="00000000000000000000"/>
    <w:charset w:val="00"/>
    <w:family w:val="auto"/>
    <w:notTrueType/>
    <w:pitch w:val="default"/>
    <w:sig w:usb0="00000003" w:usb1="00000000" w:usb2="00000000" w:usb3="00000000" w:csb0="00000001" w:csb1="00000000"/>
  </w:font>
  <w:font w:name="仿宋">
    <w:altName w:val="微软雅黑"/>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moder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36A4" w:rsidRDefault="00DB36A4" w:rsidP="00525A61">
      <w:r>
        <w:separator/>
      </w:r>
    </w:p>
  </w:footnote>
  <w:footnote w:type="continuationSeparator" w:id="0">
    <w:p w:rsidR="00DB36A4" w:rsidRDefault="00DB36A4" w:rsidP="00525A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CA8AB9"/>
    <w:multiLevelType w:val="singleLevel"/>
    <w:tmpl w:val="58CA8AB9"/>
    <w:lvl w:ilvl="0">
      <w:start w:val="4"/>
      <w:numFmt w:val="decimal"/>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E7870"/>
    <w:rsid w:val="000002BA"/>
    <w:rsid w:val="0000204C"/>
    <w:rsid w:val="00004856"/>
    <w:rsid w:val="00005D3E"/>
    <w:rsid w:val="000124D5"/>
    <w:rsid w:val="00020071"/>
    <w:rsid w:val="000204ED"/>
    <w:rsid w:val="0002147E"/>
    <w:rsid w:val="000218E5"/>
    <w:rsid w:val="00021E00"/>
    <w:rsid w:val="000238EE"/>
    <w:rsid w:val="00023E87"/>
    <w:rsid w:val="00025C6A"/>
    <w:rsid w:val="00026356"/>
    <w:rsid w:val="00026425"/>
    <w:rsid w:val="000305B2"/>
    <w:rsid w:val="00032C01"/>
    <w:rsid w:val="00037655"/>
    <w:rsid w:val="00041AE3"/>
    <w:rsid w:val="00043768"/>
    <w:rsid w:val="000440E1"/>
    <w:rsid w:val="00044115"/>
    <w:rsid w:val="00044AEE"/>
    <w:rsid w:val="00046D27"/>
    <w:rsid w:val="0004715B"/>
    <w:rsid w:val="00054805"/>
    <w:rsid w:val="000553EC"/>
    <w:rsid w:val="00056BDE"/>
    <w:rsid w:val="00057E75"/>
    <w:rsid w:val="0006176C"/>
    <w:rsid w:val="00063BA5"/>
    <w:rsid w:val="00063F5B"/>
    <w:rsid w:val="00065877"/>
    <w:rsid w:val="00066435"/>
    <w:rsid w:val="00067707"/>
    <w:rsid w:val="00070F75"/>
    <w:rsid w:val="00071534"/>
    <w:rsid w:val="00072EC8"/>
    <w:rsid w:val="0007355A"/>
    <w:rsid w:val="00073BA0"/>
    <w:rsid w:val="0007771C"/>
    <w:rsid w:val="00082A34"/>
    <w:rsid w:val="00082A9A"/>
    <w:rsid w:val="00083609"/>
    <w:rsid w:val="00083C43"/>
    <w:rsid w:val="00085473"/>
    <w:rsid w:val="00085C2D"/>
    <w:rsid w:val="000865A1"/>
    <w:rsid w:val="00086D67"/>
    <w:rsid w:val="00090FDA"/>
    <w:rsid w:val="0009285B"/>
    <w:rsid w:val="000951DA"/>
    <w:rsid w:val="000967BE"/>
    <w:rsid w:val="000971F6"/>
    <w:rsid w:val="000A384E"/>
    <w:rsid w:val="000A3AA8"/>
    <w:rsid w:val="000A3B71"/>
    <w:rsid w:val="000A5CC1"/>
    <w:rsid w:val="000B0BA0"/>
    <w:rsid w:val="000B1BBC"/>
    <w:rsid w:val="000B1E7B"/>
    <w:rsid w:val="000B2329"/>
    <w:rsid w:val="000B4751"/>
    <w:rsid w:val="000B7A8D"/>
    <w:rsid w:val="000C1779"/>
    <w:rsid w:val="000C2F04"/>
    <w:rsid w:val="000C37E4"/>
    <w:rsid w:val="000C3E18"/>
    <w:rsid w:val="000C4FC9"/>
    <w:rsid w:val="000C68BC"/>
    <w:rsid w:val="000D2803"/>
    <w:rsid w:val="000D2BEB"/>
    <w:rsid w:val="000D3837"/>
    <w:rsid w:val="000D50A6"/>
    <w:rsid w:val="000D58C0"/>
    <w:rsid w:val="000D6C86"/>
    <w:rsid w:val="000E716E"/>
    <w:rsid w:val="000F15DE"/>
    <w:rsid w:val="000F2BFC"/>
    <w:rsid w:val="000F3F07"/>
    <w:rsid w:val="000F4638"/>
    <w:rsid w:val="000F47E5"/>
    <w:rsid w:val="000F5278"/>
    <w:rsid w:val="000F540D"/>
    <w:rsid w:val="000F7780"/>
    <w:rsid w:val="000F77BB"/>
    <w:rsid w:val="00100166"/>
    <w:rsid w:val="00100BD2"/>
    <w:rsid w:val="00104C4B"/>
    <w:rsid w:val="00106784"/>
    <w:rsid w:val="00110B2A"/>
    <w:rsid w:val="00110DEE"/>
    <w:rsid w:val="00111D67"/>
    <w:rsid w:val="00112B82"/>
    <w:rsid w:val="00113EF3"/>
    <w:rsid w:val="00114D7B"/>
    <w:rsid w:val="00115D75"/>
    <w:rsid w:val="00116A05"/>
    <w:rsid w:val="00116ABF"/>
    <w:rsid w:val="00117B03"/>
    <w:rsid w:val="001200F5"/>
    <w:rsid w:val="0012338A"/>
    <w:rsid w:val="001247EF"/>
    <w:rsid w:val="00130220"/>
    <w:rsid w:val="00130CB2"/>
    <w:rsid w:val="00132298"/>
    <w:rsid w:val="001326AC"/>
    <w:rsid w:val="0013472B"/>
    <w:rsid w:val="001348F5"/>
    <w:rsid w:val="00136AC6"/>
    <w:rsid w:val="00137215"/>
    <w:rsid w:val="00140E0B"/>
    <w:rsid w:val="0014162E"/>
    <w:rsid w:val="00142AF9"/>
    <w:rsid w:val="001447CA"/>
    <w:rsid w:val="0014486E"/>
    <w:rsid w:val="0014538D"/>
    <w:rsid w:val="00145A2D"/>
    <w:rsid w:val="00145F51"/>
    <w:rsid w:val="00145FCD"/>
    <w:rsid w:val="0015003D"/>
    <w:rsid w:val="00150F3D"/>
    <w:rsid w:val="001517D6"/>
    <w:rsid w:val="00154DDD"/>
    <w:rsid w:val="00155F12"/>
    <w:rsid w:val="00157933"/>
    <w:rsid w:val="00157D4B"/>
    <w:rsid w:val="0016246E"/>
    <w:rsid w:val="00165578"/>
    <w:rsid w:val="00170FCA"/>
    <w:rsid w:val="001738AE"/>
    <w:rsid w:val="00173BAB"/>
    <w:rsid w:val="001767AC"/>
    <w:rsid w:val="001814C8"/>
    <w:rsid w:val="00181B79"/>
    <w:rsid w:val="00184C4E"/>
    <w:rsid w:val="0018608A"/>
    <w:rsid w:val="00186C3B"/>
    <w:rsid w:val="00187734"/>
    <w:rsid w:val="001906CC"/>
    <w:rsid w:val="00191B88"/>
    <w:rsid w:val="00192821"/>
    <w:rsid w:val="0019386A"/>
    <w:rsid w:val="0019499E"/>
    <w:rsid w:val="0019511F"/>
    <w:rsid w:val="001959B0"/>
    <w:rsid w:val="00196A20"/>
    <w:rsid w:val="00196B6B"/>
    <w:rsid w:val="001A045D"/>
    <w:rsid w:val="001A0548"/>
    <w:rsid w:val="001A1938"/>
    <w:rsid w:val="001A2BF2"/>
    <w:rsid w:val="001A2CB7"/>
    <w:rsid w:val="001A33D0"/>
    <w:rsid w:val="001A4AAB"/>
    <w:rsid w:val="001B0DFF"/>
    <w:rsid w:val="001B0E2A"/>
    <w:rsid w:val="001B111C"/>
    <w:rsid w:val="001B1C21"/>
    <w:rsid w:val="001B282D"/>
    <w:rsid w:val="001B2B66"/>
    <w:rsid w:val="001B544C"/>
    <w:rsid w:val="001C1E01"/>
    <w:rsid w:val="001C2B4D"/>
    <w:rsid w:val="001C2EB5"/>
    <w:rsid w:val="001C69D3"/>
    <w:rsid w:val="001C6FE0"/>
    <w:rsid w:val="001C7317"/>
    <w:rsid w:val="001D1F21"/>
    <w:rsid w:val="001D2218"/>
    <w:rsid w:val="001D2870"/>
    <w:rsid w:val="001D3D9F"/>
    <w:rsid w:val="001D4894"/>
    <w:rsid w:val="001D492A"/>
    <w:rsid w:val="001E1924"/>
    <w:rsid w:val="001E1B71"/>
    <w:rsid w:val="001E241B"/>
    <w:rsid w:val="001E26D0"/>
    <w:rsid w:val="001E293A"/>
    <w:rsid w:val="001E35CA"/>
    <w:rsid w:val="001E4BBA"/>
    <w:rsid w:val="001F1444"/>
    <w:rsid w:val="001F15F2"/>
    <w:rsid w:val="001F332F"/>
    <w:rsid w:val="001F33BD"/>
    <w:rsid w:val="001F3469"/>
    <w:rsid w:val="001F36B5"/>
    <w:rsid w:val="001F3EFC"/>
    <w:rsid w:val="001F437B"/>
    <w:rsid w:val="001F47DE"/>
    <w:rsid w:val="001F54A2"/>
    <w:rsid w:val="001F5D42"/>
    <w:rsid w:val="001F7062"/>
    <w:rsid w:val="001F76EE"/>
    <w:rsid w:val="00200908"/>
    <w:rsid w:val="00201F6A"/>
    <w:rsid w:val="002068D1"/>
    <w:rsid w:val="00206B0D"/>
    <w:rsid w:val="00206EA9"/>
    <w:rsid w:val="00206FAE"/>
    <w:rsid w:val="002125AE"/>
    <w:rsid w:val="00212F80"/>
    <w:rsid w:val="0021344B"/>
    <w:rsid w:val="00213D8C"/>
    <w:rsid w:val="002172C2"/>
    <w:rsid w:val="00220C6A"/>
    <w:rsid w:val="00222969"/>
    <w:rsid w:val="0022785B"/>
    <w:rsid w:val="00230D04"/>
    <w:rsid w:val="002324BD"/>
    <w:rsid w:val="00234003"/>
    <w:rsid w:val="00235084"/>
    <w:rsid w:val="00236174"/>
    <w:rsid w:val="00240A74"/>
    <w:rsid w:val="002423DC"/>
    <w:rsid w:val="00242DFC"/>
    <w:rsid w:val="00243B56"/>
    <w:rsid w:val="00245767"/>
    <w:rsid w:val="0025116E"/>
    <w:rsid w:val="002549E9"/>
    <w:rsid w:val="002559BC"/>
    <w:rsid w:val="00257FC2"/>
    <w:rsid w:val="002613BF"/>
    <w:rsid w:val="00261FCF"/>
    <w:rsid w:val="00262A26"/>
    <w:rsid w:val="00263412"/>
    <w:rsid w:val="00265889"/>
    <w:rsid w:val="00266811"/>
    <w:rsid w:val="00266C26"/>
    <w:rsid w:val="00266EAE"/>
    <w:rsid w:val="00267653"/>
    <w:rsid w:val="00270590"/>
    <w:rsid w:val="002706C5"/>
    <w:rsid w:val="0027196F"/>
    <w:rsid w:val="00271B80"/>
    <w:rsid w:val="002729CB"/>
    <w:rsid w:val="00273508"/>
    <w:rsid w:val="00273846"/>
    <w:rsid w:val="00274047"/>
    <w:rsid w:val="00274F37"/>
    <w:rsid w:val="0027574B"/>
    <w:rsid w:val="0027706E"/>
    <w:rsid w:val="0028099C"/>
    <w:rsid w:val="0028318C"/>
    <w:rsid w:val="0028490A"/>
    <w:rsid w:val="00284A36"/>
    <w:rsid w:val="0028556D"/>
    <w:rsid w:val="00285785"/>
    <w:rsid w:val="00285AE0"/>
    <w:rsid w:val="00286487"/>
    <w:rsid w:val="002906EA"/>
    <w:rsid w:val="0029376A"/>
    <w:rsid w:val="00295065"/>
    <w:rsid w:val="002A1975"/>
    <w:rsid w:val="002A2F03"/>
    <w:rsid w:val="002A410C"/>
    <w:rsid w:val="002A51D2"/>
    <w:rsid w:val="002A5E36"/>
    <w:rsid w:val="002A628D"/>
    <w:rsid w:val="002B2959"/>
    <w:rsid w:val="002B3E68"/>
    <w:rsid w:val="002B6479"/>
    <w:rsid w:val="002C0702"/>
    <w:rsid w:val="002C1543"/>
    <w:rsid w:val="002C3DAE"/>
    <w:rsid w:val="002C43A7"/>
    <w:rsid w:val="002D162C"/>
    <w:rsid w:val="002D207A"/>
    <w:rsid w:val="002D2FD2"/>
    <w:rsid w:val="002D37C1"/>
    <w:rsid w:val="002D5344"/>
    <w:rsid w:val="002D6428"/>
    <w:rsid w:val="002E11D9"/>
    <w:rsid w:val="002E4C3B"/>
    <w:rsid w:val="002E5C88"/>
    <w:rsid w:val="002E5EF5"/>
    <w:rsid w:val="002F015A"/>
    <w:rsid w:val="002F0298"/>
    <w:rsid w:val="002F1133"/>
    <w:rsid w:val="002F1421"/>
    <w:rsid w:val="002F2081"/>
    <w:rsid w:val="002F21E2"/>
    <w:rsid w:val="002F23B0"/>
    <w:rsid w:val="002F2E01"/>
    <w:rsid w:val="002F3E80"/>
    <w:rsid w:val="002F4D06"/>
    <w:rsid w:val="002F73B6"/>
    <w:rsid w:val="002F7DFC"/>
    <w:rsid w:val="0030134D"/>
    <w:rsid w:val="00302471"/>
    <w:rsid w:val="003053D6"/>
    <w:rsid w:val="003063D8"/>
    <w:rsid w:val="0030651A"/>
    <w:rsid w:val="00306E8C"/>
    <w:rsid w:val="0031330A"/>
    <w:rsid w:val="00313648"/>
    <w:rsid w:val="00315931"/>
    <w:rsid w:val="00315F94"/>
    <w:rsid w:val="00316A0B"/>
    <w:rsid w:val="00316C3F"/>
    <w:rsid w:val="00322BFE"/>
    <w:rsid w:val="0032472F"/>
    <w:rsid w:val="00326264"/>
    <w:rsid w:val="00326AE8"/>
    <w:rsid w:val="003314E4"/>
    <w:rsid w:val="003361A3"/>
    <w:rsid w:val="003408A5"/>
    <w:rsid w:val="00340FA0"/>
    <w:rsid w:val="00342CD6"/>
    <w:rsid w:val="00344E6E"/>
    <w:rsid w:val="0034686D"/>
    <w:rsid w:val="003509BB"/>
    <w:rsid w:val="00350F5C"/>
    <w:rsid w:val="00354733"/>
    <w:rsid w:val="0035551F"/>
    <w:rsid w:val="0035600A"/>
    <w:rsid w:val="003578CC"/>
    <w:rsid w:val="003579D8"/>
    <w:rsid w:val="00357E34"/>
    <w:rsid w:val="00360C91"/>
    <w:rsid w:val="0036127C"/>
    <w:rsid w:val="00362A19"/>
    <w:rsid w:val="0036365C"/>
    <w:rsid w:val="00363F43"/>
    <w:rsid w:val="003650E3"/>
    <w:rsid w:val="00365215"/>
    <w:rsid w:val="00366C90"/>
    <w:rsid w:val="00366E71"/>
    <w:rsid w:val="00370838"/>
    <w:rsid w:val="00370AA1"/>
    <w:rsid w:val="00371FD1"/>
    <w:rsid w:val="00372018"/>
    <w:rsid w:val="0037241C"/>
    <w:rsid w:val="00381A91"/>
    <w:rsid w:val="00381B24"/>
    <w:rsid w:val="00381B33"/>
    <w:rsid w:val="00382262"/>
    <w:rsid w:val="00383D15"/>
    <w:rsid w:val="00384E08"/>
    <w:rsid w:val="003850A0"/>
    <w:rsid w:val="00385B7E"/>
    <w:rsid w:val="00385D7D"/>
    <w:rsid w:val="00387BE3"/>
    <w:rsid w:val="00391EAA"/>
    <w:rsid w:val="00392605"/>
    <w:rsid w:val="0039281E"/>
    <w:rsid w:val="00392A8B"/>
    <w:rsid w:val="00392DF5"/>
    <w:rsid w:val="003954BA"/>
    <w:rsid w:val="003967F5"/>
    <w:rsid w:val="003A6E11"/>
    <w:rsid w:val="003A70DF"/>
    <w:rsid w:val="003B1537"/>
    <w:rsid w:val="003B442A"/>
    <w:rsid w:val="003B543A"/>
    <w:rsid w:val="003B7569"/>
    <w:rsid w:val="003C0416"/>
    <w:rsid w:val="003C1163"/>
    <w:rsid w:val="003C1E8A"/>
    <w:rsid w:val="003C3780"/>
    <w:rsid w:val="003C42A6"/>
    <w:rsid w:val="003C6684"/>
    <w:rsid w:val="003C6B85"/>
    <w:rsid w:val="003C7C40"/>
    <w:rsid w:val="003C7CD8"/>
    <w:rsid w:val="003D26B2"/>
    <w:rsid w:val="003D27C6"/>
    <w:rsid w:val="003D2F12"/>
    <w:rsid w:val="003D306A"/>
    <w:rsid w:val="003D3687"/>
    <w:rsid w:val="003D599B"/>
    <w:rsid w:val="003D6D5B"/>
    <w:rsid w:val="003E0E34"/>
    <w:rsid w:val="003E2185"/>
    <w:rsid w:val="003E380E"/>
    <w:rsid w:val="003E4310"/>
    <w:rsid w:val="003E5F36"/>
    <w:rsid w:val="003E5FA8"/>
    <w:rsid w:val="003E60B4"/>
    <w:rsid w:val="003E6359"/>
    <w:rsid w:val="003E6C13"/>
    <w:rsid w:val="003E7221"/>
    <w:rsid w:val="003F0EAC"/>
    <w:rsid w:val="003F26BA"/>
    <w:rsid w:val="003F2D13"/>
    <w:rsid w:val="003F4730"/>
    <w:rsid w:val="003F4DA0"/>
    <w:rsid w:val="003F52D1"/>
    <w:rsid w:val="00400512"/>
    <w:rsid w:val="0040063A"/>
    <w:rsid w:val="0040105F"/>
    <w:rsid w:val="004102D3"/>
    <w:rsid w:val="004116A9"/>
    <w:rsid w:val="00416D65"/>
    <w:rsid w:val="004178BB"/>
    <w:rsid w:val="00420A04"/>
    <w:rsid w:val="00421283"/>
    <w:rsid w:val="00423E9A"/>
    <w:rsid w:val="00425F38"/>
    <w:rsid w:val="00427233"/>
    <w:rsid w:val="004321FD"/>
    <w:rsid w:val="00432BB2"/>
    <w:rsid w:val="004371B0"/>
    <w:rsid w:val="004416B2"/>
    <w:rsid w:val="00441AEF"/>
    <w:rsid w:val="00442332"/>
    <w:rsid w:val="0044420B"/>
    <w:rsid w:val="00444280"/>
    <w:rsid w:val="00445301"/>
    <w:rsid w:val="0044570C"/>
    <w:rsid w:val="0044645E"/>
    <w:rsid w:val="00446723"/>
    <w:rsid w:val="00447D80"/>
    <w:rsid w:val="0045168C"/>
    <w:rsid w:val="00451FE9"/>
    <w:rsid w:val="00453F00"/>
    <w:rsid w:val="00454FB6"/>
    <w:rsid w:val="00456F78"/>
    <w:rsid w:val="004603BE"/>
    <w:rsid w:val="00461C8B"/>
    <w:rsid w:val="00463D1A"/>
    <w:rsid w:val="00464C15"/>
    <w:rsid w:val="00470D80"/>
    <w:rsid w:val="00472020"/>
    <w:rsid w:val="00472C50"/>
    <w:rsid w:val="00476EB7"/>
    <w:rsid w:val="0048099B"/>
    <w:rsid w:val="00483070"/>
    <w:rsid w:val="00485EA3"/>
    <w:rsid w:val="00487946"/>
    <w:rsid w:val="00492C5A"/>
    <w:rsid w:val="00496EBD"/>
    <w:rsid w:val="004971B7"/>
    <w:rsid w:val="004A0361"/>
    <w:rsid w:val="004A2FDA"/>
    <w:rsid w:val="004A5663"/>
    <w:rsid w:val="004A621E"/>
    <w:rsid w:val="004A6E75"/>
    <w:rsid w:val="004A755B"/>
    <w:rsid w:val="004B0393"/>
    <w:rsid w:val="004B040F"/>
    <w:rsid w:val="004B158F"/>
    <w:rsid w:val="004B29C0"/>
    <w:rsid w:val="004C1626"/>
    <w:rsid w:val="004C28A7"/>
    <w:rsid w:val="004C2B9E"/>
    <w:rsid w:val="004C3471"/>
    <w:rsid w:val="004C34B7"/>
    <w:rsid w:val="004C50C2"/>
    <w:rsid w:val="004C60C8"/>
    <w:rsid w:val="004D1369"/>
    <w:rsid w:val="004D32E3"/>
    <w:rsid w:val="004D540A"/>
    <w:rsid w:val="004D55C7"/>
    <w:rsid w:val="004D610E"/>
    <w:rsid w:val="004D77EF"/>
    <w:rsid w:val="004E0746"/>
    <w:rsid w:val="004E150C"/>
    <w:rsid w:val="004E26CB"/>
    <w:rsid w:val="004E7452"/>
    <w:rsid w:val="004F0C92"/>
    <w:rsid w:val="004F0FD3"/>
    <w:rsid w:val="004F1280"/>
    <w:rsid w:val="004F3CD8"/>
    <w:rsid w:val="004F4398"/>
    <w:rsid w:val="004F4B52"/>
    <w:rsid w:val="004F7173"/>
    <w:rsid w:val="00500207"/>
    <w:rsid w:val="00501797"/>
    <w:rsid w:val="00501961"/>
    <w:rsid w:val="00502580"/>
    <w:rsid w:val="005049FF"/>
    <w:rsid w:val="00504C4E"/>
    <w:rsid w:val="00506BB7"/>
    <w:rsid w:val="005079B9"/>
    <w:rsid w:val="00507C56"/>
    <w:rsid w:val="0051240D"/>
    <w:rsid w:val="00516C1D"/>
    <w:rsid w:val="005179C4"/>
    <w:rsid w:val="00520D18"/>
    <w:rsid w:val="005223E4"/>
    <w:rsid w:val="00523134"/>
    <w:rsid w:val="00523484"/>
    <w:rsid w:val="00525A61"/>
    <w:rsid w:val="0053077C"/>
    <w:rsid w:val="00530A32"/>
    <w:rsid w:val="00530DAC"/>
    <w:rsid w:val="00531930"/>
    <w:rsid w:val="00532655"/>
    <w:rsid w:val="00534EE3"/>
    <w:rsid w:val="005363FE"/>
    <w:rsid w:val="005366D7"/>
    <w:rsid w:val="00541494"/>
    <w:rsid w:val="00541FD4"/>
    <w:rsid w:val="005422BC"/>
    <w:rsid w:val="005438B8"/>
    <w:rsid w:val="00544807"/>
    <w:rsid w:val="00544956"/>
    <w:rsid w:val="00550103"/>
    <w:rsid w:val="0055118D"/>
    <w:rsid w:val="00551A20"/>
    <w:rsid w:val="00552E4F"/>
    <w:rsid w:val="0055630E"/>
    <w:rsid w:val="00557013"/>
    <w:rsid w:val="005574ED"/>
    <w:rsid w:val="005576BA"/>
    <w:rsid w:val="0056243B"/>
    <w:rsid w:val="00562774"/>
    <w:rsid w:val="00564C56"/>
    <w:rsid w:val="00564D1D"/>
    <w:rsid w:val="00565DAA"/>
    <w:rsid w:val="005666B0"/>
    <w:rsid w:val="0057015F"/>
    <w:rsid w:val="00570D51"/>
    <w:rsid w:val="00572705"/>
    <w:rsid w:val="00573439"/>
    <w:rsid w:val="00573642"/>
    <w:rsid w:val="005744A7"/>
    <w:rsid w:val="005755F0"/>
    <w:rsid w:val="0057592B"/>
    <w:rsid w:val="0057779B"/>
    <w:rsid w:val="00577CC5"/>
    <w:rsid w:val="005805EC"/>
    <w:rsid w:val="00580B3E"/>
    <w:rsid w:val="00580D6D"/>
    <w:rsid w:val="00582B90"/>
    <w:rsid w:val="005865EC"/>
    <w:rsid w:val="00586B8E"/>
    <w:rsid w:val="00590050"/>
    <w:rsid w:val="00590E83"/>
    <w:rsid w:val="00592179"/>
    <w:rsid w:val="00592E31"/>
    <w:rsid w:val="005A2BF5"/>
    <w:rsid w:val="005A3C3C"/>
    <w:rsid w:val="005B239D"/>
    <w:rsid w:val="005B46C6"/>
    <w:rsid w:val="005B4D44"/>
    <w:rsid w:val="005B5A82"/>
    <w:rsid w:val="005B60CE"/>
    <w:rsid w:val="005C2E81"/>
    <w:rsid w:val="005C3E0F"/>
    <w:rsid w:val="005C4CAC"/>
    <w:rsid w:val="005C51C5"/>
    <w:rsid w:val="005C5235"/>
    <w:rsid w:val="005D0599"/>
    <w:rsid w:val="005D1068"/>
    <w:rsid w:val="005D2BFC"/>
    <w:rsid w:val="005D518E"/>
    <w:rsid w:val="005D54EE"/>
    <w:rsid w:val="005D6849"/>
    <w:rsid w:val="005E174C"/>
    <w:rsid w:val="005E28E8"/>
    <w:rsid w:val="005E34A5"/>
    <w:rsid w:val="005E3672"/>
    <w:rsid w:val="005E45D2"/>
    <w:rsid w:val="005E4C4C"/>
    <w:rsid w:val="005E4FE9"/>
    <w:rsid w:val="005E5AF0"/>
    <w:rsid w:val="005E73A5"/>
    <w:rsid w:val="005F0338"/>
    <w:rsid w:val="005F6FE5"/>
    <w:rsid w:val="006008D9"/>
    <w:rsid w:val="00600A36"/>
    <w:rsid w:val="006036A3"/>
    <w:rsid w:val="00604821"/>
    <w:rsid w:val="006069A7"/>
    <w:rsid w:val="00607B36"/>
    <w:rsid w:val="0061005B"/>
    <w:rsid w:val="00610B58"/>
    <w:rsid w:val="00610E31"/>
    <w:rsid w:val="00612DE5"/>
    <w:rsid w:val="006175FF"/>
    <w:rsid w:val="00621499"/>
    <w:rsid w:val="00621D72"/>
    <w:rsid w:val="006269E0"/>
    <w:rsid w:val="00631257"/>
    <w:rsid w:val="00632AE9"/>
    <w:rsid w:val="00633643"/>
    <w:rsid w:val="00633F2F"/>
    <w:rsid w:val="00634B0E"/>
    <w:rsid w:val="006371A0"/>
    <w:rsid w:val="006403B2"/>
    <w:rsid w:val="006413B3"/>
    <w:rsid w:val="0064343A"/>
    <w:rsid w:val="006465B2"/>
    <w:rsid w:val="0064683A"/>
    <w:rsid w:val="0064733B"/>
    <w:rsid w:val="00650A97"/>
    <w:rsid w:val="00650F75"/>
    <w:rsid w:val="00651DDE"/>
    <w:rsid w:val="00652021"/>
    <w:rsid w:val="0065369D"/>
    <w:rsid w:val="006546DC"/>
    <w:rsid w:val="00656627"/>
    <w:rsid w:val="006570FF"/>
    <w:rsid w:val="006615F7"/>
    <w:rsid w:val="00661F8D"/>
    <w:rsid w:val="0066305E"/>
    <w:rsid w:val="0066317E"/>
    <w:rsid w:val="006642EA"/>
    <w:rsid w:val="00665538"/>
    <w:rsid w:val="0067081B"/>
    <w:rsid w:val="00672FA4"/>
    <w:rsid w:val="006741B9"/>
    <w:rsid w:val="0067621C"/>
    <w:rsid w:val="00676340"/>
    <w:rsid w:val="00685BC5"/>
    <w:rsid w:val="00687A7A"/>
    <w:rsid w:val="00690F56"/>
    <w:rsid w:val="00691183"/>
    <w:rsid w:val="00692382"/>
    <w:rsid w:val="0069316A"/>
    <w:rsid w:val="00693E7E"/>
    <w:rsid w:val="0069506C"/>
    <w:rsid w:val="0069525E"/>
    <w:rsid w:val="0069610E"/>
    <w:rsid w:val="00697961"/>
    <w:rsid w:val="00697A23"/>
    <w:rsid w:val="006A0229"/>
    <w:rsid w:val="006A2908"/>
    <w:rsid w:val="006A31F1"/>
    <w:rsid w:val="006A37DA"/>
    <w:rsid w:val="006A4A15"/>
    <w:rsid w:val="006A565A"/>
    <w:rsid w:val="006B037E"/>
    <w:rsid w:val="006B4300"/>
    <w:rsid w:val="006B5F60"/>
    <w:rsid w:val="006B6E32"/>
    <w:rsid w:val="006C0BCF"/>
    <w:rsid w:val="006C2FB3"/>
    <w:rsid w:val="006C30D9"/>
    <w:rsid w:val="006C3D33"/>
    <w:rsid w:val="006D13A3"/>
    <w:rsid w:val="006D3ACC"/>
    <w:rsid w:val="006D6462"/>
    <w:rsid w:val="006E0638"/>
    <w:rsid w:val="006E09D9"/>
    <w:rsid w:val="006E11C3"/>
    <w:rsid w:val="006E29ED"/>
    <w:rsid w:val="006E361C"/>
    <w:rsid w:val="006E4367"/>
    <w:rsid w:val="006E4F59"/>
    <w:rsid w:val="006E5187"/>
    <w:rsid w:val="006E64D2"/>
    <w:rsid w:val="006E7B45"/>
    <w:rsid w:val="006F0BA9"/>
    <w:rsid w:val="006F3380"/>
    <w:rsid w:val="00705901"/>
    <w:rsid w:val="00715307"/>
    <w:rsid w:val="007159F4"/>
    <w:rsid w:val="00717110"/>
    <w:rsid w:val="007174C5"/>
    <w:rsid w:val="00722904"/>
    <w:rsid w:val="00723D56"/>
    <w:rsid w:val="0072651F"/>
    <w:rsid w:val="0073152F"/>
    <w:rsid w:val="00732AE2"/>
    <w:rsid w:val="00732BEE"/>
    <w:rsid w:val="00737E99"/>
    <w:rsid w:val="00741C3C"/>
    <w:rsid w:val="00743D0C"/>
    <w:rsid w:val="00745A16"/>
    <w:rsid w:val="007475D9"/>
    <w:rsid w:val="007476F8"/>
    <w:rsid w:val="00751F7D"/>
    <w:rsid w:val="007521C4"/>
    <w:rsid w:val="007530D8"/>
    <w:rsid w:val="00753703"/>
    <w:rsid w:val="00754310"/>
    <w:rsid w:val="00754F86"/>
    <w:rsid w:val="00755B7B"/>
    <w:rsid w:val="007565FB"/>
    <w:rsid w:val="00757BD8"/>
    <w:rsid w:val="00760A0B"/>
    <w:rsid w:val="007649CC"/>
    <w:rsid w:val="00764C64"/>
    <w:rsid w:val="00765E52"/>
    <w:rsid w:val="00770D15"/>
    <w:rsid w:val="007728A1"/>
    <w:rsid w:val="00776022"/>
    <w:rsid w:val="0078120D"/>
    <w:rsid w:val="007821CE"/>
    <w:rsid w:val="00782C42"/>
    <w:rsid w:val="007839DE"/>
    <w:rsid w:val="00783E5D"/>
    <w:rsid w:val="00786458"/>
    <w:rsid w:val="00792AD7"/>
    <w:rsid w:val="007933F9"/>
    <w:rsid w:val="00793F4C"/>
    <w:rsid w:val="00795EE8"/>
    <w:rsid w:val="00796286"/>
    <w:rsid w:val="0079686B"/>
    <w:rsid w:val="007975F1"/>
    <w:rsid w:val="007A14A7"/>
    <w:rsid w:val="007A19F3"/>
    <w:rsid w:val="007A3F6C"/>
    <w:rsid w:val="007A4380"/>
    <w:rsid w:val="007A457B"/>
    <w:rsid w:val="007A55B7"/>
    <w:rsid w:val="007A625C"/>
    <w:rsid w:val="007A75CC"/>
    <w:rsid w:val="007A7D00"/>
    <w:rsid w:val="007B0A40"/>
    <w:rsid w:val="007B1A76"/>
    <w:rsid w:val="007B3528"/>
    <w:rsid w:val="007B4ECA"/>
    <w:rsid w:val="007B6EE5"/>
    <w:rsid w:val="007B6F2F"/>
    <w:rsid w:val="007B7796"/>
    <w:rsid w:val="007C10F3"/>
    <w:rsid w:val="007C1D15"/>
    <w:rsid w:val="007C7CE8"/>
    <w:rsid w:val="007D1458"/>
    <w:rsid w:val="007D1D68"/>
    <w:rsid w:val="007D1DB8"/>
    <w:rsid w:val="007D1E60"/>
    <w:rsid w:val="007D348E"/>
    <w:rsid w:val="007D3A3E"/>
    <w:rsid w:val="007D5E27"/>
    <w:rsid w:val="007D6530"/>
    <w:rsid w:val="007D65C2"/>
    <w:rsid w:val="007E07E0"/>
    <w:rsid w:val="007E082D"/>
    <w:rsid w:val="007E20B3"/>
    <w:rsid w:val="007E30E4"/>
    <w:rsid w:val="007E39B2"/>
    <w:rsid w:val="007E6F91"/>
    <w:rsid w:val="007E7A8A"/>
    <w:rsid w:val="007F12F6"/>
    <w:rsid w:val="007F1509"/>
    <w:rsid w:val="007F1651"/>
    <w:rsid w:val="007F64BC"/>
    <w:rsid w:val="008006F4"/>
    <w:rsid w:val="00801A61"/>
    <w:rsid w:val="008034D1"/>
    <w:rsid w:val="00803CD4"/>
    <w:rsid w:val="00805B36"/>
    <w:rsid w:val="00807EC8"/>
    <w:rsid w:val="008117F4"/>
    <w:rsid w:val="0081253F"/>
    <w:rsid w:val="00814DD4"/>
    <w:rsid w:val="0081540A"/>
    <w:rsid w:val="008155FF"/>
    <w:rsid w:val="00817F44"/>
    <w:rsid w:val="0082096D"/>
    <w:rsid w:val="00821C24"/>
    <w:rsid w:val="00825951"/>
    <w:rsid w:val="00825BB9"/>
    <w:rsid w:val="0082658B"/>
    <w:rsid w:val="00832A04"/>
    <w:rsid w:val="00832FDD"/>
    <w:rsid w:val="00833BF4"/>
    <w:rsid w:val="00835C68"/>
    <w:rsid w:val="00836433"/>
    <w:rsid w:val="008376AC"/>
    <w:rsid w:val="00842E42"/>
    <w:rsid w:val="00842FFC"/>
    <w:rsid w:val="008436E0"/>
    <w:rsid w:val="008464C5"/>
    <w:rsid w:val="0084716C"/>
    <w:rsid w:val="0085068D"/>
    <w:rsid w:val="008531AF"/>
    <w:rsid w:val="00855045"/>
    <w:rsid w:val="00855223"/>
    <w:rsid w:val="0085634C"/>
    <w:rsid w:val="00857C52"/>
    <w:rsid w:val="008610BE"/>
    <w:rsid w:val="008612DA"/>
    <w:rsid w:val="0086204A"/>
    <w:rsid w:val="00864A12"/>
    <w:rsid w:val="00864B26"/>
    <w:rsid w:val="00864B88"/>
    <w:rsid w:val="008706B8"/>
    <w:rsid w:val="00870E66"/>
    <w:rsid w:val="00871605"/>
    <w:rsid w:val="00872218"/>
    <w:rsid w:val="00876169"/>
    <w:rsid w:val="00876BEB"/>
    <w:rsid w:val="00880C45"/>
    <w:rsid w:val="00880D9A"/>
    <w:rsid w:val="008822D7"/>
    <w:rsid w:val="00885BEA"/>
    <w:rsid w:val="00885D2C"/>
    <w:rsid w:val="00887244"/>
    <w:rsid w:val="008875A0"/>
    <w:rsid w:val="00887857"/>
    <w:rsid w:val="00891041"/>
    <w:rsid w:val="00891256"/>
    <w:rsid w:val="00891D4B"/>
    <w:rsid w:val="00892A0C"/>
    <w:rsid w:val="00893C79"/>
    <w:rsid w:val="00894196"/>
    <w:rsid w:val="008946F6"/>
    <w:rsid w:val="00894EFE"/>
    <w:rsid w:val="00894F81"/>
    <w:rsid w:val="00896A34"/>
    <w:rsid w:val="00897960"/>
    <w:rsid w:val="008A1860"/>
    <w:rsid w:val="008A33B2"/>
    <w:rsid w:val="008B098A"/>
    <w:rsid w:val="008B0ED3"/>
    <w:rsid w:val="008B1BC7"/>
    <w:rsid w:val="008B3B9B"/>
    <w:rsid w:val="008B4A22"/>
    <w:rsid w:val="008B4D53"/>
    <w:rsid w:val="008B5DC1"/>
    <w:rsid w:val="008B648B"/>
    <w:rsid w:val="008B6A73"/>
    <w:rsid w:val="008C0004"/>
    <w:rsid w:val="008C06DB"/>
    <w:rsid w:val="008C0D71"/>
    <w:rsid w:val="008C7179"/>
    <w:rsid w:val="008D1584"/>
    <w:rsid w:val="008D22EA"/>
    <w:rsid w:val="008D3754"/>
    <w:rsid w:val="008D4BA2"/>
    <w:rsid w:val="008D51CC"/>
    <w:rsid w:val="008D6515"/>
    <w:rsid w:val="008E0AC3"/>
    <w:rsid w:val="008E10A2"/>
    <w:rsid w:val="008E13B8"/>
    <w:rsid w:val="008E18EB"/>
    <w:rsid w:val="008E2BA0"/>
    <w:rsid w:val="008E600B"/>
    <w:rsid w:val="008E6EF2"/>
    <w:rsid w:val="008F1A60"/>
    <w:rsid w:val="008F30D9"/>
    <w:rsid w:val="008F4FB8"/>
    <w:rsid w:val="00901C0C"/>
    <w:rsid w:val="00905ABD"/>
    <w:rsid w:val="0090666E"/>
    <w:rsid w:val="009108F1"/>
    <w:rsid w:val="009110E1"/>
    <w:rsid w:val="00913272"/>
    <w:rsid w:val="0091351B"/>
    <w:rsid w:val="009140E9"/>
    <w:rsid w:val="00915264"/>
    <w:rsid w:val="009157A2"/>
    <w:rsid w:val="009226FD"/>
    <w:rsid w:val="0092383A"/>
    <w:rsid w:val="0092480D"/>
    <w:rsid w:val="00924869"/>
    <w:rsid w:val="00924FD0"/>
    <w:rsid w:val="0092721B"/>
    <w:rsid w:val="00931397"/>
    <w:rsid w:val="00932ABC"/>
    <w:rsid w:val="009347A6"/>
    <w:rsid w:val="00934C55"/>
    <w:rsid w:val="00936CBD"/>
    <w:rsid w:val="00936DD0"/>
    <w:rsid w:val="00937DBF"/>
    <w:rsid w:val="009450D2"/>
    <w:rsid w:val="00945FD4"/>
    <w:rsid w:val="00946560"/>
    <w:rsid w:val="0094737C"/>
    <w:rsid w:val="00947430"/>
    <w:rsid w:val="00947ADB"/>
    <w:rsid w:val="009512E5"/>
    <w:rsid w:val="0095208F"/>
    <w:rsid w:val="009527D7"/>
    <w:rsid w:val="00963D7D"/>
    <w:rsid w:val="00964931"/>
    <w:rsid w:val="00965421"/>
    <w:rsid w:val="0096589A"/>
    <w:rsid w:val="00967999"/>
    <w:rsid w:val="0097175D"/>
    <w:rsid w:val="00974E01"/>
    <w:rsid w:val="00976F6B"/>
    <w:rsid w:val="009771B0"/>
    <w:rsid w:val="00977278"/>
    <w:rsid w:val="00977299"/>
    <w:rsid w:val="009824E1"/>
    <w:rsid w:val="00982624"/>
    <w:rsid w:val="00982D37"/>
    <w:rsid w:val="00983959"/>
    <w:rsid w:val="0098573D"/>
    <w:rsid w:val="00986A32"/>
    <w:rsid w:val="009876B0"/>
    <w:rsid w:val="00987DE9"/>
    <w:rsid w:val="009924D5"/>
    <w:rsid w:val="00994E31"/>
    <w:rsid w:val="00994EFD"/>
    <w:rsid w:val="00994FA4"/>
    <w:rsid w:val="009969D9"/>
    <w:rsid w:val="00996FC2"/>
    <w:rsid w:val="00997DCC"/>
    <w:rsid w:val="009A00A3"/>
    <w:rsid w:val="009A2106"/>
    <w:rsid w:val="009A3021"/>
    <w:rsid w:val="009A39C5"/>
    <w:rsid w:val="009A3FA1"/>
    <w:rsid w:val="009A4258"/>
    <w:rsid w:val="009A474D"/>
    <w:rsid w:val="009A4956"/>
    <w:rsid w:val="009A4C09"/>
    <w:rsid w:val="009A5E7D"/>
    <w:rsid w:val="009B00F4"/>
    <w:rsid w:val="009B0BEB"/>
    <w:rsid w:val="009B1621"/>
    <w:rsid w:val="009B3FEE"/>
    <w:rsid w:val="009B662F"/>
    <w:rsid w:val="009C0B62"/>
    <w:rsid w:val="009C2B2E"/>
    <w:rsid w:val="009C332F"/>
    <w:rsid w:val="009C33EC"/>
    <w:rsid w:val="009C4981"/>
    <w:rsid w:val="009C57BE"/>
    <w:rsid w:val="009C5EBB"/>
    <w:rsid w:val="009D261E"/>
    <w:rsid w:val="009D26B5"/>
    <w:rsid w:val="009D4D1E"/>
    <w:rsid w:val="009D6413"/>
    <w:rsid w:val="009E2C3D"/>
    <w:rsid w:val="009E4EFC"/>
    <w:rsid w:val="009E5698"/>
    <w:rsid w:val="009E578D"/>
    <w:rsid w:val="009E58D6"/>
    <w:rsid w:val="009E5970"/>
    <w:rsid w:val="009E6A4C"/>
    <w:rsid w:val="009E7778"/>
    <w:rsid w:val="009F2D0F"/>
    <w:rsid w:val="009F4DE9"/>
    <w:rsid w:val="00A01F79"/>
    <w:rsid w:val="00A04C87"/>
    <w:rsid w:val="00A04EAC"/>
    <w:rsid w:val="00A061D5"/>
    <w:rsid w:val="00A10270"/>
    <w:rsid w:val="00A10989"/>
    <w:rsid w:val="00A1157B"/>
    <w:rsid w:val="00A12968"/>
    <w:rsid w:val="00A13EBE"/>
    <w:rsid w:val="00A14E5A"/>
    <w:rsid w:val="00A15C7B"/>
    <w:rsid w:val="00A15E8B"/>
    <w:rsid w:val="00A207E5"/>
    <w:rsid w:val="00A233CE"/>
    <w:rsid w:val="00A2598D"/>
    <w:rsid w:val="00A26633"/>
    <w:rsid w:val="00A315D8"/>
    <w:rsid w:val="00A360E2"/>
    <w:rsid w:val="00A37A92"/>
    <w:rsid w:val="00A41D50"/>
    <w:rsid w:val="00A41FB2"/>
    <w:rsid w:val="00A43F6D"/>
    <w:rsid w:val="00A44A4D"/>
    <w:rsid w:val="00A44FAE"/>
    <w:rsid w:val="00A4516B"/>
    <w:rsid w:val="00A464F1"/>
    <w:rsid w:val="00A4652C"/>
    <w:rsid w:val="00A52557"/>
    <w:rsid w:val="00A53ED2"/>
    <w:rsid w:val="00A54002"/>
    <w:rsid w:val="00A542A0"/>
    <w:rsid w:val="00A54550"/>
    <w:rsid w:val="00A54E2C"/>
    <w:rsid w:val="00A55942"/>
    <w:rsid w:val="00A55D86"/>
    <w:rsid w:val="00A56FA5"/>
    <w:rsid w:val="00A572DE"/>
    <w:rsid w:val="00A63B35"/>
    <w:rsid w:val="00A666EC"/>
    <w:rsid w:val="00A67C3E"/>
    <w:rsid w:val="00A713A2"/>
    <w:rsid w:val="00A71D6B"/>
    <w:rsid w:val="00A7325C"/>
    <w:rsid w:val="00A7334E"/>
    <w:rsid w:val="00A74173"/>
    <w:rsid w:val="00A76151"/>
    <w:rsid w:val="00A76688"/>
    <w:rsid w:val="00A766CD"/>
    <w:rsid w:val="00A76F4A"/>
    <w:rsid w:val="00A77C9D"/>
    <w:rsid w:val="00A80726"/>
    <w:rsid w:val="00A81662"/>
    <w:rsid w:val="00A81836"/>
    <w:rsid w:val="00A83B41"/>
    <w:rsid w:val="00A90054"/>
    <w:rsid w:val="00A901FD"/>
    <w:rsid w:val="00A9021E"/>
    <w:rsid w:val="00A92E68"/>
    <w:rsid w:val="00A966A0"/>
    <w:rsid w:val="00A972F6"/>
    <w:rsid w:val="00A97F2D"/>
    <w:rsid w:val="00AA0DA3"/>
    <w:rsid w:val="00AA1754"/>
    <w:rsid w:val="00AA2BD9"/>
    <w:rsid w:val="00AA4764"/>
    <w:rsid w:val="00AA5561"/>
    <w:rsid w:val="00AA6316"/>
    <w:rsid w:val="00AB0529"/>
    <w:rsid w:val="00AB0A01"/>
    <w:rsid w:val="00AB786E"/>
    <w:rsid w:val="00AC34DB"/>
    <w:rsid w:val="00AC404C"/>
    <w:rsid w:val="00AC51D5"/>
    <w:rsid w:val="00AC5BF4"/>
    <w:rsid w:val="00AC5BFA"/>
    <w:rsid w:val="00AC6A32"/>
    <w:rsid w:val="00AC74F1"/>
    <w:rsid w:val="00AC7E7E"/>
    <w:rsid w:val="00AC7FFD"/>
    <w:rsid w:val="00AD10C7"/>
    <w:rsid w:val="00AD195A"/>
    <w:rsid w:val="00AD24A2"/>
    <w:rsid w:val="00AD7D20"/>
    <w:rsid w:val="00AE14CF"/>
    <w:rsid w:val="00AE2252"/>
    <w:rsid w:val="00AE2BD2"/>
    <w:rsid w:val="00AE34D5"/>
    <w:rsid w:val="00AE4CB7"/>
    <w:rsid w:val="00AE5107"/>
    <w:rsid w:val="00AE51BF"/>
    <w:rsid w:val="00AE688E"/>
    <w:rsid w:val="00AE7018"/>
    <w:rsid w:val="00AF1589"/>
    <w:rsid w:val="00AF2541"/>
    <w:rsid w:val="00AF2E3E"/>
    <w:rsid w:val="00AF3751"/>
    <w:rsid w:val="00AF40C8"/>
    <w:rsid w:val="00AF7883"/>
    <w:rsid w:val="00AF7A2D"/>
    <w:rsid w:val="00B016F4"/>
    <w:rsid w:val="00B0209B"/>
    <w:rsid w:val="00B02D33"/>
    <w:rsid w:val="00B068ED"/>
    <w:rsid w:val="00B07744"/>
    <w:rsid w:val="00B107BE"/>
    <w:rsid w:val="00B12C2E"/>
    <w:rsid w:val="00B13700"/>
    <w:rsid w:val="00B153BF"/>
    <w:rsid w:val="00B206F6"/>
    <w:rsid w:val="00B21329"/>
    <w:rsid w:val="00B21865"/>
    <w:rsid w:val="00B21AA7"/>
    <w:rsid w:val="00B2283B"/>
    <w:rsid w:val="00B26F22"/>
    <w:rsid w:val="00B307D2"/>
    <w:rsid w:val="00B3081D"/>
    <w:rsid w:val="00B332DC"/>
    <w:rsid w:val="00B3398B"/>
    <w:rsid w:val="00B37BA7"/>
    <w:rsid w:val="00B428B9"/>
    <w:rsid w:val="00B42D4F"/>
    <w:rsid w:val="00B44582"/>
    <w:rsid w:val="00B44F92"/>
    <w:rsid w:val="00B46F7D"/>
    <w:rsid w:val="00B4735B"/>
    <w:rsid w:val="00B47591"/>
    <w:rsid w:val="00B47770"/>
    <w:rsid w:val="00B47F45"/>
    <w:rsid w:val="00B527D8"/>
    <w:rsid w:val="00B53B8F"/>
    <w:rsid w:val="00B5542E"/>
    <w:rsid w:val="00B55B2F"/>
    <w:rsid w:val="00B57AAF"/>
    <w:rsid w:val="00B61447"/>
    <w:rsid w:val="00B617A6"/>
    <w:rsid w:val="00B63863"/>
    <w:rsid w:val="00B6529D"/>
    <w:rsid w:val="00B6563E"/>
    <w:rsid w:val="00B67039"/>
    <w:rsid w:val="00B7119B"/>
    <w:rsid w:val="00B8028D"/>
    <w:rsid w:val="00B831BE"/>
    <w:rsid w:val="00B85066"/>
    <w:rsid w:val="00B85CC1"/>
    <w:rsid w:val="00B87056"/>
    <w:rsid w:val="00B93695"/>
    <w:rsid w:val="00BA2013"/>
    <w:rsid w:val="00BA3071"/>
    <w:rsid w:val="00BA3140"/>
    <w:rsid w:val="00BA6575"/>
    <w:rsid w:val="00BB0A5C"/>
    <w:rsid w:val="00BB12D7"/>
    <w:rsid w:val="00BB1D29"/>
    <w:rsid w:val="00BB41F2"/>
    <w:rsid w:val="00BB57EB"/>
    <w:rsid w:val="00BB632E"/>
    <w:rsid w:val="00BB6903"/>
    <w:rsid w:val="00BB7F39"/>
    <w:rsid w:val="00BC2AC2"/>
    <w:rsid w:val="00BC2C65"/>
    <w:rsid w:val="00BC36E3"/>
    <w:rsid w:val="00BC4F97"/>
    <w:rsid w:val="00BC5072"/>
    <w:rsid w:val="00BC50F7"/>
    <w:rsid w:val="00BC61B4"/>
    <w:rsid w:val="00BC74F2"/>
    <w:rsid w:val="00BC7936"/>
    <w:rsid w:val="00BD0BAD"/>
    <w:rsid w:val="00BE150D"/>
    <w:rsid w:val="00BE19D3"/>
    <w:rsid w:val="00BE1E1D"/>
    <w:rsid w:val="00BE242B"/>
    <w:rsid w:val="00BE4E83"/>
    <w:rsid w:val="00BE5FB3"/>
    <w:rsid w:val="00BF0214"/>
    <w:rsid w:val="00BF31E0"/>
    <w:rsid w:val="00BF49AB"/>
    <w:rsid w:val="00BF577D"/>
    <w:rsid w:val="00BF65D1"/>
    <w:rsid w:val="00C0340B"/>
    <w:rsid w:val="00C03B3D"/>
    <w:rsid w:val="00C04753"/>
    <w:rsid w:val="00C139E2"/>
    <w:rsid w:val="00C15DED"/>
    <w:rsid w:val="00C15FC0"/>
    <w:rsid w:val="00C1712E"/>
    <w:rsid w:val="00C21B87"/>
    <w:rsid w:val="00C249F2"/>
    <w:rsid w:val="00C26205"/>
    <w:rsid w:val="00C26710"/>
    <w:rsid w:val="00C3115B"/>
    <w:rsid w:val="00C31DB9"/>
    <w:rsid w:val="00C32A67"/>
    <w:rsid w:val="00C32FE9"/>
    <w:rsid w:val="00C367A4"/>
    <w:rsid w:val="00C41D3E"/>
    <w:rsid w:val="00C44637"/>
    <w:rsid w:val="00C452DB"/>
    <w:rsid w:val="00C47F81"/>
    <w:rsid w:val="00C50097"/>
    <w:rsid w:val="00C50EE3"/>
    <w:rsid w:val="00C5102D"/>
    <w:rsid w:val="00C52C9E"/>
    <w:rsid w:val="00C53E1E"/>
    <w:rsid w:val="00C5496D"/>
    <w:rsid w:val="00C54FFB"/>
    <w:rsid w:val="00C578A9"/>
    <w:rsid w:val="00C578AB"/>
    <w:rsid w:val="00C60A81"/>
    <w:rsid w:val="00C61645"/>
    <w:rsid w:val="00C6208B"/>
    <w:rsid w:val="00C62291"/>
    <w:rsid w:val="00C6371A"/>
    <w:rsid w:val="00C64B00"/>
    <w:rsid w:val="00C676E3"/>
    <w:rsid w:val="00C71FBD"/>
    <w:rsid w:val="00C75E3D"/>
    <w:rsid w:val="00C77CF3"/>
    <w:rsid w:val="00C80DC6"/>
    <w:rsid w:val="00C83EFF"/>
    <w:rsid w:val="00C83F58"/>
    <w:rsid w:val="00C87A0E"/>
    <w:rsid w:val="00C91513"/>
    <w:rsid w:val="00C926EC"/>
    <w:rsid w:val="00C93505"/>
    <w:rsid w:val="00C93870"/>
    <w:rsid w:val="00CA0EB7"/>
    <w:rsid w:val="00CA14FB"/>
    <w:rsid w:val="00CA63DE"/>
    <w:rsid w:val="00CA6AFD"/>
    <w:rsid w:val="00CA771F"/>
    <w:rsid w:val="00CB0CB9"/>
    <w:rsid w:val="00CB625A"/>
    <w:rsid w:val="00CC17A1"/>
    <w:rsid w:val="00CC1F8F"/>
    <w:rsid w:val="00CC2B48"/>
    <w:rsid w:val="00CC322A"/>
    <w:rsid w:val="00CC3ADB"/>
    <w:rsid w:val="00CC43B8"/>
    <w:rsid w:val="00CD1172"/>
    <w:rsid w:val="00CD47D2"/>
    <w:rsid w:val="00CD5792"/>
    <w:rsid w:val="00CD57A6"/>
    <w:rsid w:val="00CD5CAC"/>
    <w:rsid w:val="00CD7A89"/>
    <w:rsid w:val="00CE190D"/>
    <w:rsid w:val="00CE3859"/>
    <w:rsid w:val="00CE48EE"/>
    <w:rsid w:val="00CE5FFC"/>
    <w:rsid w:val="00CE64AA"/>
    <w:rsid w:val="00CE66DA"/>
    <w:rsid w:val="00CE77C7"/>
    <w:rsid w:val="00CE7BC0"/>
    <w:rsid w:val="00CE7FFD"/>
    <w:rsid w:val="00CF08AC"/>
    <w:rsid w:val="00CF0B87"/>
    <w:rsid w:val="00CF23B7"/>
    <w:rsid w:val="00CF4366"/>
    <w:rsid w:val="00CF4F31"/>
    <w:rsid w:val="00CF63CE"/>
    <w:rsid w:val="00CF6FFF"/>
    <w:rsid w:val="00CF7BC3"/>
    <w:rsid w:val="00D035FD"/>
    <w:rsid w:val="00D114C4"/>
    <w:rsid w:val="00D11B7B"/>
    <w:rsid w:val="00D11E92"/>
    <w:rsid w:val="00D130D8"/>
    <w:rsid w:val="00D13121"/>
    <w:rsid w:val="00D141AF"/>
    <w:rsid w:val="00D16A8C"/>
    <w:rsid w:val="00D2184F"/>
    <w:rsid w:val="00D23941"/>
    <w:rsid w:val="00D24BD0"/>
    <w:rsid w:val="00D25134"/>
    <w:rsid w:val="00D30782"/>
    <w:rsid w:val="00D31D12"/>
    <w:rsid w:val="00D32545"/>
    <w:rsid w:val="00D32B89"/>
    <w:rsid w:val="00D33780"/>
    <w:rsid w:val="00D3394D"/>
    <w:rsid w:val="00D343A4"/>
    <w:rsid w:val="00D3509F"/>
    <w:rsid w:val="00D3699E"/>
    <w:rsid w:val="00D40BF3"/>
    <w:rsid w:val="00D41E60"/>
    <w:rsid w:val="00D43159"/>
    <w:rsid w:val="00D452FC"/>
    <w:rsid w:val="00D46C00"/>
    <w:rsid w:val="00D47579"/>
    <w:rsid w:val="00D5223B"/>
    <w:rsid w:val="00D52F8E"/>
    <w:rsid w:val="00D53116"/>
    <w:rsid w:val="00D53F59"/>
    <w:rsid w:val="00D5501C"/>
    <w:rsid w:val="00D55AE9"/>
    <w:rsid w:val="00D560BA"/>
    <w:rsid w:val="00D562FC"/>
    <w:rsid w:val="00D57C79"/>
    <w:rsid w:val="00D619AF"/>
    <w:rsid w:val="00D61E3A"/>
    <w:rsid w:val="00D63B8A"/>
    <w:rsid w:val="00D644EA"/>
    <w:rsid w:val="00D65395"/>
    <w:rsid w:val="00D661B1"/>
    <w:rsid w:val="00D66804"/>
    <w:rsid w:val="00D67070"/>
    <w:rsid w:val="00D67687"/>
    <w:rsid w:val="00D704B3"/>
    <w:rsid w:val="00D7079C"/>
    <w:rsid w:val="00D7139D"/>
    <w:rsid w:val="00D723C2"/>
    <w:rsid w:val="00D72C82"/>
    <w:rsid w:val="00D73940"/>
    <w:rsid w:val="00D740FE"/>
    <w:rsid w:val="00D74970"/>
    <w:rsid w:val="00D758B0"/>
    <w:rsid w:val="00D768C2"/>
    <w:rsid w:val="00D77F10"/>
    <w:rsid w:val="00D80A29"/>
    <w:rsid w:val="00D81CD3"/>
    <w:rsid w:val="00D84282"/>
    <w:rsid w:val="00D84B6B"/>
    <w:rsid w:val="00D84B6F"/>
    <w:rsid w:val="00D84E05"/>
    <w:rsid w:val="00D85E44"/>
    <w:rsid w:val="00D869CE"/>
    <w:rsid w:val="00D87BDD"/>
    <w:rsid w:val="00D91F1E"/>
    <w:rsid w:val="00D9203E"/>
    <w:rsid w:val="00D93E2D"/>
    <w:rsid w:val="00D96353"/>
    <w:rsid w:val="00D96AA1"/>
    <w:rsid w:val="00D974F1"/>
    <w:rsid w:val="00DA0144"/>
    <w:rsid w:val="00DA155E"/>
    <w:rsid w:val="00DA2A6D"/>
    <w:rsid w:val="00DA2F7B"/>
    <w:rsid w:val="00DA31DA"/>
    <w:rsid w:val="00DA44D9"/>
    <w:rsid w:val="00DB0CCA"/>
    <w:rsid w:val="00DB1B84"/>
    <w:rsid w:val="00DB1BF7"/>
    <w:rsid w:val="00DB36A4"/>
    <w:rsid w:val="00DB375D"/>
    <w:rsid w:val="00DB43D5"/>
    <w:rsid w:val="00DB4ECF"/>
    <w:rsid w:val="00DB56E1"/>
    <w:rsid w:val="00DC13A2"/>
    <w:rsid w:val="00DC1E67"/>
    <w:rsid w:val="00DC4037"/>
    <w:rsid w:val="00DC4C93"/>
    <w:rsid w:val="00DC5DA4"/>
    <w:rsid w:val="00DC6402"/>
    <w:rsid w:val="00DD069A"/>
    <w:rsid w:val="00DD3338"/>
    <w:rsid w:val="00DD3466"/>
    <w:rsid w:val="00DD5F51"/>
    <w:rsid w:val="00DD649A"/>
    <w:rsid w:val="00DD6A99"/>
    <w:rsid w:val="00DE2FDC"/>
    <w:rsid w:val="00DE354B"/>
    <w:rsid w:val="00DE37CB"/>
    <w:rsid w:val="00DE4C63"/>
    <w:rsid w:val="00DE5ED6"/>
    <w:rsid w:val="00DE70E8"/>
    <w:rsid w:val="00DF0022"/>
    <w:rsid w:val="00DF16C3"/>
    <w:rsid w:val="00DF1FAC"/>
    <w:rsid w:val="00DF221F"/>
    <w:rsid w:val="00DF5BAF"/>
    <w:rsid w:val="00DF62A1"/>
    <w:rsid w:val="00DF6C6E"/>
    <w:rsid w:val="00E019A8"/>
    <w:rsid w:val="00E01BCF"/>
    <w:rsid w:val="00E03699"/>
    <w:rsid w:val="00E06BEE"/>
    <w:rsid w:val="00E06D6C"/>
    <w:rsid w:val="00E154C7"/>
    <w:rsid w:val="00E178CA"/>
    <w:rsid w:val="00E17B46"/>
    <w:rsid w:val="00E24E66"/>
    <w:rsid w:val="00E27FC1"/>
    <w:rsid w:val="00E3204B"/>
    <w:rsid w:val="00E32E41"/>
    <w:rsid w:val="00E34573"/>
    <w:rsid w:val="00E37F4B"/>
    <w:rsid w:val="00E4054B"/>
    <w:rsid w:val="00E40B4D"/>
    <w:rsid w:val="00E415A4"/>
    <w:rsid w:val="00E42231"/>
    <w:rsid w:val="00E44638"/>
    <w:rsid w:val="00E44E3B"/>
    <w:rsid w:val="00E44F75"/>
    <w:rsid w:val="00E46869"/>
    <w:rsid w:val="00E47752"/>
    <w:rsid w:val="00E47DA2"/>
    <w:rsid w:val="00E5059F"/>
    <w:rsid w:val="00E52535"/>
    <w:rsid w:val="00E52F34"/>
    <w:rsid w:val="00E536D2"/>
    <w:rsid w:val="00E55EAD"/>
    <w:rsid w:val="00E564CA"/>
    <w:rsid w:val="00E60176"/>
    <w:rsid w:val="00E6046D"/>
    <w:rsid w:val="00E61C1C"/>
    <w:rsid w:val="00E628A6"/>
    <w:rsid w:val="00E638D2"/>
    <w:rsid w:val="00E63FDC"/>
    <w:rsid w:val="00E6447D"/>
    <w:rsid w:val="00E64D37"/>
    <w:rsid w:val="00E66BEA"/>
    <w:rsid w:val="00E67844"/>
    <w:rsid w:val="00E70F80"/>
    <w:rsid w:val="00E71CED"/>
    <w:rsid w:val="00E725BB"/>
    <w:rsid w:val="00E746FD"/>
    <w:rsid w:val="00E76BF1"/>
    <w:rsid w:val="00E82EBA"/>
    <w:rsid w:val="00E83709"/>
    <w:rsid w:val="00E872A8"/>
    <w:rsid w:val="00E907EF"/>
    <w:rsid w:val="00E91D74"/>
    <w:rsid w:val="00E91E59"/>
    <w:rsid w:val="00E9481A"/>
    <w:rsid w:val="00E95BB6"/>
    <w:rsid w:val="00E972E1"/>
    <w:rsid w:val="00EA302A"/>
    <w:rsid w:val="00EA3408"/>
    <w:rsid w:val="00EB069B"/>
    <w:rsid w:val="00EB293C"/>
    <w:rsid w:val="00EC210E"/>
    <w:rsid w:val="00EC26FB"/>
    <w:rsid w:val="00EC2B07"/>
    <w:rsid w:val="00EC3782"/>
    <w:rsid w:val="00EC4128"/>
    <w:rsid w:val="00EC64BF"/>
    <w:rsid w:val="00EC68BC"/>
    <w:rsid w:val="00EC7F55"/>
    <w:rsid w:val="00ED13FD"/>
    <w:rsid w:val="00ED25FD"/>
    <w:rsid w:val="00ED5D30"/>
    <w:rsid w:val="00ED6062"/>
    <w:rsid w:val="00EE0CF8"/>
    <w:rsid w:val="00EE1872"/>
    <w:rsid w:val="00EE18C1"/>
    <w:rsid w:val="00EE56A6"/>
    <w:rsid w:val="00EE63D3"/>
    <w:rsid w:val="00EE68F6"/>
    <w:rsid w:val="00EE69B0"/>
    <w:rsid w:val="00EE71BA"/>
    <w:rsid w:val="00EE734F"/>
    <w:rsid w:val="00EE75CD"/>
    <w:rsid w:val="00EE7870"/>
    <w:rsid w:val="00EF0979"/>
    <w:rsid w:val="00EF09C5"/>
    <w:rsid w:val="00EF49AB"/>
    <w:rsid w:val="00F0150C"/>
    <w:rsid w:val="00F040FC"/>
    <w:rsid w:val="00F05246"/>
    <w:rsid w:val="00F05EAF"/>
    <w:rsid w:val="00F0618A"/>
    <w:rsid w:val="00F11D99"/>
    <w:rsid w:val="00F1309D"/>
    <w:rsid w:val="00F13348"/>
    <w:rsid w:val="00F13510"/>
    <w:rsid w:val="00F141FD"/>
    <w:rsid w:val="00F14FBF"/>
    <w:rsid w:val="00F162BB"/>
    <w:rsid w:val="00F167EB"/>
    <w:rsid w:val="00F16A8B"/>
    <w:rsid w:val="00F24E9A"/>
    <w:rsid w:val="00F26248"/>
    <w:rsid w:val="00F26AE8"/>
    <w:rsid w:val="00F27A57"/>
    <w:rsid w:val="00F27B93"/>
    <w:rsid w:val="00F30288"/>
    <w:rsid w:val="00F32AD1"/>
    <w:rsid w:val="00F32EC7"/>
    <w:rsid w:val="00F33583"/>
    <w:rsid w:val="00F34107"/>
    <w:rsid w:val="00F36B75"/>
    <w:rsid w:val="00F37B4D"/>
    <w:rsid w:val="00F400DA"/>
    <w:rsid w:val="00F4312E"/>
    <w:rsid w:val="00F43CE7"/>
    <w:rsid w:val="00F44D9B"/>
    <w:rsid w:val="00F45EC2"/>
    <w:rsid w:val="00F47239"/>
    <w:rsid w:val="00F52E45"/>
    <w:rsid w:val="00F5347A"/>
    <w:rsid w:val="00F53D99"/>
    <w:rsid w:val="00F5448C"/>
    <w:rsid w:val="00F546B0"/>
    <w:rsid w:val="00F55DC7"/>
    <w:rsid w:val="00F56889"/>
    <w:rsid w:val="00F57D21"/>
    <w:rsid w:val="00F57E47"/>
    <w:rsid w:val="00F60A00"/>
    <w:rsid w:val="00F62115"/>
    <w:rsid w:val="00F623A2"/>
    <w:rsid w:val="00F64A59"/>
    <w:rsid w:val="00F66F9F"/>
    <w:rsid w:val="00F67FB3"/>
    <w:rsid w:val="00F716CD"/>
    <w:rsid w:val="00F7729E"/>
    <w:rsid w:val="00F77DE4"/>
    <w:rsid w:val="00F82029"/>
    <w:rsid w:val="00F82BC1"/>
    <w:rsid w:val="00F83096"/>
    <w:rsid w:val="00F840E9"/>
    <w:rsid w:val="00F856E2"/>
    <w:rsid w:val="00F875C1"/>
    <w:rsid w:val="00F901D9"/>
    <w:rsid w:val="00F922B9"/>
    <w:rsid w:val="00F9480C"/>
    <w:rsid w:val="00F94823"/>
    <w:rsid w:val="00F95ACF"/>
    <w:rsid w:val="00F97075"/>
    <w:rsid w:val="00F9799C"/>
    <w:rsid w:val="00FA0064"/>
    <w:rsid w:val="00FA0FB9"/>
    <w:rsid w:val="00FA255B"/>
    <w:rsid w:val="00FA4683"/>
    <w:rsid w:val="00FA57C2"/>
    <w:rsid w:val="00FB2744"/>
    <w:rsid w:val="00FB5FA3"/>
    <w:rsid w:val="00FB6C42"/>
    <w:rsid w:val="00FB6F30"/>
    <w:rsid w:val="00FC0EDD"/>
    <w:rsid w:val="00FC174E"/>
    <w:rsid w:val="00FC258E"/>
    <w:rsid w:val="00FC3B6C"/>
    <w:rsid w:val="00FD306C"/>
    <w:rsid w:val="00FD5823"/>
    <w:rsid w:val="00FD5DDA"/>
    <w:rsid w:val="00FE04F8"/>
    <w:rsid w:val="00FE2787"/>
    <w:rsid w:val="00FE3ACE"/>
    <w:rsid w:val="00FE5244"/>
    <w:rsid w:val="00FE64C8"/>
    <w:rsid w:val="00FE6E59"/>
    <w:rsid w:val="00FE719F"/>
    <w:rsid w:val="00FE79BA"/>
    <w:rsid w:val="00FF5336"/>
    <w:rsid w:val="00FF5A7E"/>
    <w:rsid w:val="020063DE"/>
    <w:rsid w:val="0444619C"/>
    <w:rsid w:val="06AF410B"/>
    <w:rsid w:val="07C646AE"/>
    <w:rsid w:val="0892361A"/>
    <w:rsid w:val="08D1026D"/>
    <w:rsid w:val="0A4D7977"/>
    <w:rsid w:val="0BB5766F"/>
    <w:rsid w:val="10353A7F"/>
    <w:rsid w:val="120E52C5"/>
    <w:rsid w:val="15694702"/>
    <w:rsid w:val="16BA6843"/>
    <w:rsid w:val="17A8214D"/>
    <w:rsid w:val="1B5E3AA4"/>
    <w:rsid w:val="1D3B124F"/>
    <w:rsid w:val="1FB13743"/>
    <w:rsid w:val="213D1602"/>
    <w:rsid w:val="229A24A0"/>
    <w:rsid w:val="24AE6B75"/>
    <w:rsid w:val="26810F0D"/>
    <w:rsid w:val="26F20B02"/>
    <w:rsid w:val="282169A8"/>
    <w:rsid w:val="2BAA12BD"/>
    <w:rsid w:val="2D71578E"/>
    <w:rsid w:val="2D753075"/>
    <w:rsid w:val="2E536DDC"/>
    <w:rsid w:val="2EA3184D"/>
    <w:rsid w:val="2F2D7D6A"/>
    <w:rsid w:val="3076417B"/>
    <w:rsid w:val="36597E20"/>
    <w:rsid w:val="377A3FD7"/>
    <w:rsid w:val="38C11EA5"/>
    <w:rsid w:val="3A266A81"/>
    <w:rsid w:val="3A2E45D8"/>
    <w:rsid w:val="3BFF7FC3"/>
    <w:rsid w:val="3FD2534D"/>
    <w:rsid w:val="403B4E85"/>
    <w:rsid w:val="405E203E"/>
    <w:rsid w:val="4351789F"/>
    <w:rsid w:val="47645305"/>
    <w:rsid w:val="47E15480"/>
    <w:rsid w:val="4EDD3D11"/>
    <w:rsid w:val="4FAA061B"/>
    <w:rsid w:val="4FF62C5F"/>
    <w:rsid w:val="50D6763C"/>
    <w:rsid w:val="51964D7E"/>
    <w:rsid w:val="51F24A4D"/>
    <w:rsid w:val="525E4B7E"/>
    <w:rsid w:val="53450EDA"/>
    <w:rsid w:val="5490025B"/>
    <w:rsid w:val="54DF6561"/>
    <w:rsid w:val="585F4786"/>
    <w:rsid w:val="58683698"/>
    <w:rsid w:val="587C7089"/>
    <w:rsid w:val="58C4654E"/>
    <w:rsid w:val="591F4334"/>
    <w:rsid w:val="5D5E098C"/>
    <w:rsid w:val="5DFA2F91"/>
    <w:rsid w:val="61014D6B"/>
    <w:rsid w:val="646521FF"/>
    <w:rsid w:val="64E80850"/>
    <w:rsid w:val="66B63E85"/>
    <w:rsid w:val="67734FE9"/>
    <w:rsid w:val="678C33A0"/>
    <w:rsid w:val="697E292F"/>
    <w:rsid w:val="6A5B784C"/>
    <w:rsid w:val="6C144B2E"/>
    <w:rsid w:val="6CCF4001"/>
    <w:rsid w:val="6D6575D1"/>
    <w:rsid w:val="6E5C4CC9"/>
    <w:rsid w:val="6EA43BC5"/>
    <w:rsid w:val="70126B48"/>
    <w:rsid w:val="710F7926"/>
    <w:rsid w:val="72932E97"/>
    <w:rsid w:val="72D50E6C"/>
    <w:rsid w:val="734E7589"/>
    <w:rsid w:val="76D352A8"/>
    <w:rsid w:val="76EA1767"/>
    <w:rsid w:val="79505F65"/>
    <w:rsid w:val="7E661840"/>
    <w:rsid w:val="7FA12AF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9347A6"/>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rsid w:val="009347A6"/>
    <w:pPr>
      <w:jc w:val="left"/>
    </w:pPr>
  </w:style>
  <w:style w:type="character" w:customStyle="1" w:styleId="CommentTextChar">
    <w:name w:val="Comment Text Char"/>
    <w:basedOn w:val="DefaultParagraphFont"/>
    <w:link w:val="CommentText"/>
    <w:uiPriority w:val="99"/>
    <w:semiHidden/>
    <w:locked/>
    <w:rsid w:val="008F30D9"/>
    <w:rPr>
      <w:rFonts w:cs="Times New Roman"/>
      <w:sz w:val="24"/>
      <w:szCs w:val="24"/>
    </w:rPr>
  </w:style>
  <w:style w:type="paragraph" w:styleId="Footer">
    <w:name w:val="footer"/>
    <w:basedOn w:val="Normal"/>
    <w:link w:val="FooterChar"/>
    <w:uiPriority w:val="99"/>
    <w:rsid w:val="009347A6"/>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9347A6"/>
    <w:rPr>
      <w:rFonts w:cs="Times New Roman"/>
      <w:kern w:val="2"/>
      <w:sz w:val="18"/>
      <w:szCs w:val="18"/>
    </w:rPr>
  </w:style>
  <w:style w:type="paragraph" w:styleId="Header">
    <w:name w:val="header"/>
    <w:basedOn w:val="Normal"/>
    <w:link w:val="HeaderChar"/>
    <w:uiPriority w:val="99"/>
    <w:rsid w:val="009347A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9347A6"/>
    <w:rPr>
      <w:rFonts w:cs="Times New Roman"/>
      <w:kern w:val="2"/>
      <w:sz w:val="18"/>
      <w:szCs w:val="18"/>
    </w:rPr>
  </w:style>
  <w:style w:type="paragraph" w:styleId="NormalWeb">
    <w:name w:val="Normal (Web)"/>
    <w:basedOn w:val="Normal"/>
    <w:uiPriority w:val="99"/>
    <w:rsid w:val="009347A6"/>
    <w:pPr>
      <w:spacing w:beforeAutospacing="1" w:afterAutospacing="1"/>
      <w:jc w:val="left"/>
    </w:pPr>
    <w:rPr>
      <w:kern w:val="0"/>
      <w:sz w:val="24"/>
    </w:rPr>
  </w:style>
  <w:style w:type="character" w:styleId="Strong">
    <w:name w:val="Strong"/>
    <w:basedOn w:val="DefaultParagraphFont"/>
    <w:uiPriority w:val="99"/>
    <w:qFormat/>
    <w:rsid w:val="009347A6"/>
    <w:rPr>
      <w:rFonts w:cs="Times New Roman"/>
      <w:b/>
      <w:shd w:val="clear" w:color="auto" w:fill="F0AD4E"/>
    </w:rPr>
  </w:style>
  <w:style w:type="character" w:styleId="FollowedHyperlink">
    <w:name w:val="FollowedHyperlink"/>
    <w:basedOn w:val="DefaultParagraphFont"/>
    <w:uiPriority w:val="99"/>
    <w:rsid w:val="009347A6"/>
    <w:rPr>
      <w:rFonts w:cs="Times New Roman"/>
      <w:color w:val="333333"/>
      <w:u w:val="none"/>
    </w:rPr>
  </w:style>
  <w:style w:type="character" w:styleId="HTMLDefinition">
    <w:name w:val="HTML Definition"/>
    <w:basedOn w:val="DefaultParagraphFont"/>
    <w:uiPriority w:val="99"/>
    <w:rsid w:val="009347A6"/>
    <w:rPr>
      <w:rFonts w:cs="Times New Roman"/>
      <w:i/>
    </w:rPr>
  </w:style>
  <w:style w:type="character" w:styleId="Hyperlink">
    <w:name w:val="Hyperlink"/>
    <w:basedOn w:val="DefaultParagraphFont"/>
    <w:uiPriority w:val="99"/>
    <w:rsid w:val="009347A6"/>
    <w:rPr>
      <w:rFonts w:ascii="宋体" w:eastAsia="宋体" w:hAnsi="宋体" w:cs="Times New Roman"/>
      <w:color w:val="3D3D3D"/>
      <w:u w:val="none"/>
    </w:rPr>
  </w:style>
  <w:style w:type="character" w:styleId="HTMLCode">
    <w:name w:val="HTML Code"/>
    <w:basedOn w:val="DefaultParagraphFont"/>
    <w:uiPriority w:val="99"/>
    <w:rsid w:val="009347A6"/>
    <w:rPr>
      <w:rFonts w:ascii="Menlo" w:hAnsi="Menlo" w:cs="Menlo"/>
      <w:color w:val="C7254E"/>
      <w:sz w:val="21"/>
      <w:szCs w:val="21"/>
      <w:shd w:val="clear" w:color="auto" w:fill="F9F2F4"/>
    </w:rPr>
  </w:style>
  <w:style w:type="character" w:styleId="HTMLKeyboard">
    <w:name w:val="HTML Keyboard"/>
    <w:basedOn w:val="DefaultParagraphFont"/>
    <w:uiPriority w:val="99"/>
    <w:rsid w:val="009347A6"/>
    <w:rPr>
      <w:rFonts w:ascii="Menlo" w:hAnsi="Menlo" w:cs="Menlo"/>
      <w:color w:val="FFFFFF"/>
      <w:sz w:val="21"/>
      <w:szCs w:val="21"/>
      <w:shd w:val="clear" w:color="auto" w:fill="333333"/>
    </w:rPr>
  </w:style>
  <w:style w:type="character" w:styleId="HTMLSample">
    <w:name w:val="HTML Sample"/>
    <w:basedOn w:val="DefaultParagraphFont"/>
    <w:uiPriority w:val="99"/>
    <w:rsid w:val="009347A6"/>
    <w:rPr>
      <w:rFonts w:ascii="Menlo" w:hAnsi="Menlo" w:cs="Menlo"/>
      <w:sz w:val="21"/>
      <w:szCs w:val="21"/>
    </w:rPr>
  </w:style>
  <w:style w:type="table" w:styleId="TableGrid">
    <w:name w:val="Table Grid"/>
    <w:basedOn w:val="TableNormal"/>
    <w:uiPriority w:val="99"/>
    <w:rsid w:val="009347A6"/>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Normal"/>
    <w:uiPriority w:val="99"/>
    <w:rsid w:val="009347A6"/>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404</TotalTime>
  <Pages>2</Pages>
  <Words>241</Words>
  <Characters>1374</Characters>
  <Application>Microsoft Office Outlook</Application>
  <DocSecurity>0</DocSecurity>
  <Lines>0</Lines>
  <Paragraphs>0</Paragraphs>
  <ScaleCrop>false</ScaleCrop>
  <Company>Lenovo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张潇文</dc:creator>
  <cp:keywords/>
  <dc:description/>
  <cp:lastModifiedBy>Windows 用户</cp:lastModifiedBy>
  <cp:revision>14</cp:revision>
  <cp:lastPrinted>2017-03-15T11:22:00Z</cp:lastPrinted>
  <dcterms:created xsi:type="dcterms:W3CDTF">2017-03-17T09:36:00Z</dcterms:created>
  <dcterms:modified xsi:type="dcterms:W3CDTF">2017-03-23T07:49:00Z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