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仿宋" w:hAnsi="仿宋" w:eastAsia="仿宋_GB2312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_GB2312" w:cs="仿宋"/>
          <w:b/>
          <w:bCs/>
          <w:kern w:val="0"/>
          <w:sz w:val="28"/>
          <w:szCs w:val="28"/>
        </w:rPr>
        <w:t>附件4：</w:t>
      </w:r>
    </w:p>
    <w:p>
      <w:pPr>
        <w:spacing w:line="500" w:lineRule="exact"/>
        <w:jc w:val="center"/>
        <w:rPr>
          <w:rFonts w:ascii="仿宋" w:hAnsi="仿宋" w:eastAsia="仿宋" w:cs="仿宋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</w:rPr>
        <w:t>四川理工学院“优秀大学生志愿者”申报表</w:t>
      </w:r>
    </w:p>
    <w:tbl>
      <w:tblPr>
        <w:tblStyle w:val="14"/>
        <w:tblpPr w:leftFromText="180" w:rightFromText="180" w:vertAnchor="text" w:tblpXSpec="center" w:tblpY="1"/>
        <w:tblOverlap w:val="never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259"/>
        <w:gridCol w:w="995"/>
        <w:gridCol w:w="753"/>
        <w:gridCol w:w="374"/>
        <w:gridCol w:w="1127"/>
        <w:gridCol w:w="1416"/>
        <w:gridCol w:w="1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12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李海芹</w:t>
            </w:r>
          </w:p>
        </w:tc>
        <w:tc>
          <w:tcPr>
            <w:tcW w:w="9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性别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女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1996.09.15</w:t>
            </w:r>
          </w:p>
        </w:tc>
        <w:tc>
          <w:tcPr>
            <w:tcW w:w="147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ascii="仿宋" w:hAnsi="仿宋" w:eastAsia="仿宋" w:cs="仿宋"/>
                <w:szCs w:val="21"/>
              </w:rPr>
              <w:drawing>
                <wp:anchor distT="0" distB="0" distL="114300" distR="114300" simplePos="0" relativeHeight="1024" behindDoc="0" locked="0" layoutInCell="1" allowOverlap="1">
                  <wp:simplePos x="0" y="0"/>
                  <wp:positionH relativeFrom="margin">
                    <wp:posOffset>-40640</wp:posOffset>
                  </wp:positionH>
                  <wp:positionV relativeFrom="margin">
                    <wp:posOffset>-344805</wp:posOffset>
                  </wp:positionV>
                  <wp:extent cx="817880" cy="1189990"/>
                  <wp:effectExtent l="0" t="0" r="1270" b="10160"/>
                  <wp:wrapSquare wrapText="bothSides"/>
                  <wp:docPr id="1026" name="图片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 2"/>
                          <pic:cNvPicPr/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7880" cy="118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学院</w:t>
            </w:r>
          </w:p>
        </w:tc>
        <w:tc>
          <w:tcPr>
            <w:tcW w:w="125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土木工程学院</w:t>
            </w:r>
          </w:p>
        </w:tc>
        <w:tc>
          <w:tcPr>
            <w:tcW w:w="9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专业班级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工程造价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20142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学号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14051060313</w:t>
            </w:r>
          </w:p>
        </w:tc>
        <w:tc>
          <w:tcPr>
            <w:tcW w:w="1471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籍贯</w:t>
            </w:r>
          </w:p>
        </w:tc>
        <w:tc>
          <w:tcPr>
            <w:tcW w:w="1259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四川·达州</w:t>
            </w:r>
          </w:p>
        </w:tc>
        <w:tc>
          <w:tcPr>
            <w:tcW w:w="99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民族</w:t>
            </w:r>
          </w:p>
        </w:tc>
        <w:tc>
          <w:tcPr>
            <w:tcW w:w="112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汉</w:t>
            </w:r>
          </w:p>
        </w:tc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现任职务</w:t>
            </w:r>
          </w:p>
        </w:tc>
        <w:tc>
          <w:tcPr>
            <w:tcW w:w="14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图管会会长</w:t>
            </w:r>
          </w:p>
        </w:tc>
        <w:tc>
          <w:tcPr>
            <w:tcW w:w="1471" w:type="dxa"/>
            <w:vMerge w:val="continue"/>
            <w:vAlign w:val="center"/>
          </w:tcPr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1127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补考及重修情况</w:t>
            </w:r>
          </w:p>
        </w:tc>
        <w:tc>
          <w:tcPr>
            <w:tcW w:w="7395" w:type="dxa"/>
            <w:gridSpan w:val="7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主要志愿服务事迹</w:t>
            </w:r>
          </w:p>
        </w:tc>
        <w:tc>
          <w:tcPr>
            <w:tcW w:w="7395" w:type="dxa"/>
            <w:gridSpan w:val="7"/>
          </w:tcPr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主要志愿服务事迹见附件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ind w:firstLine="3150" w:firstLineChars="15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本人签名：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6" w:hRule="atLeast"/>
          <w:jc w:val="center"/>
        </w:trPr>
        <w:tc>
          <w:tcPr>
            <w:tcW w:w="1127" w:type="dxa"/>
            <w:textDirection w:val="tbLr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获奖情况（校级及以上）</w:t>
            </w:r>
          </w:p>
        </w:tc>
        <w:tc>
          <w:tcPr>
            <w:tcW w:w="7395" w:type="dxa"/>
            <w:gridSpan w:val="7"/>
          </w:tcPr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2016年11月被四川理工学院评为“社会活动积极分子”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2016年10月获得“国家励志奖学金”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2016年9月获得四川理工学院“一等优秀学生奖学金”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2016年5月获得由共青团四川理工学院委员会、学生处、图书馆颁发的“第九届图书馆知识竞赛优秀奖”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2015年9月获得四川理工学院“二等优秀学生奖学金”</w:t>
            </w:r>
          </w:p>
          <w:p>
            <w:pPr>
              <w:spacing w:line="400" w:lineRule="exact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1" w:hRule="atLeast"/>
          <w:jc w:val="center"/>
        </w:trPr>
        <w:tc>
          <w:tcPr>
            <w:tcW w:w="4134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团总支推荐意见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（以上情况是否属实，是否同意推荐）</w:t>
            </w:r>
          </w:p>
          <w:p>
            <w:pPr>
              <w:spacing w:line="40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（公章）</w:t>
            </w:r>
          </w:p>
          <w:p>
            <w:pPr>
              <w:spacing w:line="400" w:lineRule="exact"/>
              <w:ind w:firstLine="5880" w:firstLineChars="2800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年  月   日</w:t>
            </w:r>
          </w:p>
        </w:tc>
        <w:tc>
          <w:tcPr>
            <w:tcW w:w="4388" w:type="dxa"/>
            <w:gridSpan w:val="4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校团委审核意见</w:t>
            </w:r>
          </w:p>
          <w:p>
            <w:pPr>
              <w:spacing w:line="400" w:lineRule="exact"/>
              <w:ind w:firstLine="5880" w:firstLineChars="2800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ind w:firstLine="5880" w:firstLineChars="2800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负责人签字：               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（公章）</w:t>
            </w: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400" w:lineRule="exact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  月   日</w:t>
            </w:r>
          </w:p>
        </w:tc>
      </w:tr>
    </w:tbl>
    <w:p>
      <w:pPr>
        <w:spacing w:line="400" w:lineRule="exact"/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主要志愿服务事迹（附件）：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在2015年10月份通过校总队志愿服务队的平台参加了2015年川南艺术联考志愿服务工作，让我第一次接触到了大型的志愿服务活动工作，也让我感受到了作为一名志愿者的快乐，并决心为志愿服务事业尽我微薄的力量。之后于2015年12月加入了四川理工学院土木工程学院“筑梦者”志愿服务队，并作为办公室的一名干事。</w:t>
      </w:r>
      <w:r>
        <w:rPr>
          <w:rFonts w:hint="eastAsia" w:ascii="仿宋" w:hAnsi="仿宋" w:eastAsia="仿宋" w:cs="仿宋"/>
          <w:sz w:val="21"/>
          <w:szCs w:val="21"/>
        </w:rPr>
        <w:t>在校期间参加了2015年、2016年川南艺术联考志愿服务工作，负责给考生验指纹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，提供咨询服务</w:t>
      </w:r>
      <w:r>
        <w:rPr>
          <w:rFonts w:hint="eastAsia" w:ascii="仿宋" w:hAnsi="仿宋" w:eastAsia="仿宋" w:cs="仿宋"/>
          <w:sz w:val="21"/>
          <w:szCs w:val="21"/>
        </w:rPr>
        <w:t>。2016年4月13日我有幸作为志愿者参加了第32届田径运动会，为运动员进行“一对一服务”的工作。2016年11月参加了四川理工学院双选会志愿服务工作，为前来招聘的公司和求职的学长学姐们提供力所能及的帮助。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在“筑梦者”志愿服务队期间，除了作为一名干事应该做好的志愿队的日常工作，更作为一名志愿者利用课余时间参加了许多有意义的志愿活动。如参加了“筑梦者”志愿服务队组织的支教活动，每周三下午去詹井村小学给同学们上课，增长了他们的知识，丰富了他们的视野，也让我从中收获了快乐。周末对家庭经济困难的孩子进行一对一的教学辅导，去杰克森关爱中心关爱留守儿童，并参与了为杰克森关爱中心的儿童进行的校园募捐活动。参加志愿服务总队组织的“红绿灯执勤”活动，做一名“交通指挥员”。在学习雷锋月期间参加了为上课老师添开水、擦黑板的活动。</w:t>
      </w:r>
      <w:r>
        <w:rPr>
          <w:rFonts w:hint="eastAsia" w:ascii="仿宋" w:hAnsi="仿宋" w:eastAsia="仿宋" w:cs="仿宋"/>
          <w:sz w:val="21"/>
          <w:szCs w:val="21"/>
        </w:rPr>
        <w:t>2016年10月</w:t>
      </w:r>
      <w:r>
        <w:rPr>
          <w:rFonts w:ascii="仿宋" w:hAnsi="仿宋" w:eastAsia="仿宋" w:cs="仿宋"/>
          <w:sz w:val="21"/>
          <w:szCs w:val="21"/>
        </w:rPr>
        <w:t>参加了“筑梦者”志愿队与亚洲动物基金联合举办的“拒绝动物表演”保护动物活动</w:t>
      </w:r>
      <w:r>
        <w:rPr>
          <w:rFonts w:hint="eastAsia" w:ascii="仿宋" w:hAnsi="仿宋" w:eastAsia="仿宋" w:cs="仿宋"/>
          <w:sz w:val="21"/>
          <w:szCs w:val="21"/>
        </w:rPr>
        <w:t>，向全校师生及社会人士宣传保护动物、拒绝表演的理念。在2016年12月21日至12月24日，我作为志愿者参与了2016年凉山州索玛花公益助学协会在四川理工学院举办的“义卖水果”活动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，</w:t>
      </w:r>
      <w:bookmarkStart w:id="0" w:name="_GoBack"/>
      <w:bookmarkEnd w:id="0"/>
      <w:r>
        <w:rPr>
          <w:rFonts w:hint="eastAsia" w:ascii="仿宋" w:hAnsi="仿宋" w:eastAsia="仿宋" w:cs="仿宋"/>
          <w:sz w:val="21"/>
          <w:szCs w:val="21"/>
        </w:rPr>
        <w:t>将义卖的来到资金全部捐献给梁山贫困山区的孩子，帮助他们完成学业。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157" w:right="1463" w:bottom="1157" w:left="146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enlo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870"/>
    <w:rsid w:val="000002BA"/>
    <w:rsid w:val="0000204C"/>
    <w:rsid w:val="00004856"/>
    <w:rsid w:val="000124D5"/>
    <w:rsid w:val="00020071"/>
    <w:rsid w:val="000204ED"/>
    <w:rsid w:val="0002147E"/>
    <w:rsid w:val="000218E5"/>
    <w:rsid w:val="00021E00"/>
    <w:rsid w:val="000238EE"/>
    <w:rsid w:val="00023E87"/>
    <w:rsid w:val="00025C6A"/>
    <w:rsid w:val="00026356"/>
    <w:rsid w:val="00026425"/>
    <w:rsid w:val="000305B2"/>
    <w:rsid w:val="00032C01"/>
    <w:rsid w:val="00037655"/>
    <w:rsid w:val="00041AE3"/>
    <w:rsid w:val="00043768"/>
    <w:rsid w:val="000440E1"/>
    <w:rsid w:val="00044115"/>
    <w:rsid w:val="00044AEE"/>
    <w:rsid w:val="00046D27"/>
    <w:rsid w:val="0004715B"/>
    <w:rsid w:val="00054805"/>
    <w:rsid w:val="000553EC"/>
    <w:rsid w:val="00056BDE"/>
    <w:rsid w:val="00057E75"/>
    <w:rsid w:val="0006176C"/>
    <w:rsid w:val="00063BA5"/>
    <w:rsid w:val="00063F5B"/>
    <w:rsid w:val="00065877"/>
    <w:rsid w:val="00066435"/>
    <w:rsid w:val="00067707"/>
    <w:rsid w:val="00070F75"/>
    <w:rsid w:val="00071534"/>
    <w:rsid w:val="00072EC8"/>
    <w:rsid w:val="0007355A"/>
    <w:rsid w:val="00073BA0"/>
    <w:rsid w:val="0007771C"/>
    <w:rsid w:val="00082A34"/>
    <w:rsid w:val="00082A9A"/>
    <w:rsid w:val="00083609"/>
    <w:rsid w:val="00083C43"/>
    <w:rsid w:val="00085473"/>
    <w:rsid w:val="00085C2D"/>
    <w:rsid w:val="000865A1"/>
    <w:rsid w:val="00086D67"/>
    <w:rsid w:val="0009285B"/>
    <w:rsid w:val="000951DA"/>
    <w:rsid w:val="000967BE"/>
    <w:rsid w:val="000971F6"/>
    <w:rsid w:val="000A384E"/>
    <w:rsid w:val="000A3AA8"/>
    <w:rsid w:val="000A3B71"/>
    <w:rsid w:val="000A5CC1"/>
    <w:rsid w:val="000B0BA0"/>
    <w:rsid w:val="000B1BBC"/>
    <w:rsid w:val="000B1E7B"/>
    <w:rsid w:val="000B2329"/>
    <w:rsid w:val="000B4751"/>
    <w:rsid w:val="000B7A8D"/>
    <w:rsid w:val="000C1779"/>
    <w:rsid w:val="000C2F04"/>
    <w:rsid w:val="000C37E4"/>
    <w:rsid w:val="000C3E18"/>
    <w:rsid w:val="000C4FC9"/>
    <w:rsid w:val="000C68BC"/>
    <w:rsid w:val="000D2803"/>
    <w:rsid w:val="000D2BEB"/>
    <w:rsid w:val="000D3837"/>
    <w:rsid w:val="000D50A6"/>
    <w:rsid w:val="000D58C0"/>
    <w:rsid w:val="000D6C86"/>
    <w:rsid w:val="000E716E"/>
    <w:rsid w:val="000F15DE"/>
    <w:rsid w:val="000F2BFC"/>
    <w:rsid w:val="000F3F07"/>
    <w:rsid w:val="000F4638"/>
    <w:rsid w:val="000F47E5"/>
    <w:rsid w:val="000F5278"/>
    <w:rsid w:val="000F540D"/>
    <w:rsid w:val="000F7780"/>
    <w:rsid w:val="000F77BB"/>
    <w:rsid w:val="00100166"/>
    <w:rsid w:val="00100BD2"/>
    <w:rsid w:val="00104C4B"/>
    <w:rsid w:val="00106784"/>
    <w:rsid w:val="00110B2A"/>
    <w:rsid w:val="00110DEE"/>
    <w:rsid w:val="00111D67"/>
    <w:rsid w:val="00112B82"/>
    <w:rsid w:val="00113EF3"/>
    <w:rsid w:val="00114D7B"/>
    <w:rsid w:val="00115D75"/>
    <w:rsid w:val="00116A05"/>
    <w:rsid w:val="00116ABF"/>
    <w:rsid w:val="001200F5"/>
    <w:rsid w:val="0012338A"/>
    <w:rsid w:val="001247EF"/>
    <w:rsid w:val="00130220"/>
    <w:rsid w:val="00130CB2"/>
    <w:rsid w:val="00132298"/>
    <w:rsid w:val="001326AC"/>
    <w:rsid w:val="0013472B"/>
    <w:rsid w:val="001348F5"/>
    <w:rsid w:val="00136AC6"/>
    <w:rsid w:val="00137215"/>
    <w:rsid w:val="00140E0B"/>
    <w:rsid w:val="0014162E"/>
    <w:rsid w:val="00142AF9"/>
    <w:rsid w:val="001447CA"/>
    <w:rsid w:val="0014486E"/>
    <w:rsid w:val="0014538D"/>
    <w:rsid w:val="00145A2D"/>
    <w:rsid w:val="00145F51"/>
    <w:rsid w:val="00145FCD"/>
    <w:rsid w:val="0015003D"/>
    <w:rsid w:val="00150F3D"/>
    <w:rsid w:val="001517D6"/>
    <w:rsid w:val="00154DDD"/>
    <w:rsid w:val="00155F12"/>
    <w:rsid w:val="00157933"/>
    <w:rsid w:val="00157D4B"/>
    <w:rsid w:val="0016246E"/>
    <w:rsid w:val="00165578"/>
    <w:rsid w:val="00170FCA"/>
    <w:rsid w:val="001738AE"/>
    <w:rsid w:val="00173BAB"/>
    <w:rsid w:val="001767AC"/>
    <w:rsid w:val="001814C8"/>
    <w:rsid w:val="00181B79"/>
    <w:rsid w:val="00184C4E"/>
    <w:rsid w:val="0018608A"/>
    <w:rsid w:val="00186C3B"/>
    <w:rsid w:val="00187734"/>
    <w:rsid w:val="001906CC"/>
    <w:rsid w:val="00191B88"/>
    <w:rsid w:val="00192821"/>
    <w:rsid w:val="0019386A"/>
    <w:rsid w:val="0019499E"/>
    <w:rsid w:val="0019511F"/>
    <w:rsid w:val="001959B0"/>
    <w:rsid w:val="00196A20"/>
    <w:rsid w:val="00196B6B"/>
    <w:rsid w:val="001A045D"/>
    <w:rsid w:val="001A0548"/>
    <w:rsid w:val="001A1938"/>
    <w:rsid w:val="001A2BF2"/>
    <w:rsid w:val="001A2CB7"/>
    <w:rsid w:val="001A33D0"/>
    <w:rsid w:val="001A4AAB"/>
    <w:rsid w:val="001B0DFF"/>
    <w:rsid w:val="001B0E2A"/>
    <w:rsid w:val="001B111C"/>
    <w:rsid w:val="001B1C21"/>
    <w:rsid w:val="001B282D"/>
    <w:rsid w:val="001B2B66"/>
    <w:rsid w:val="001B544C"/>
    <w:rsid w:val="001C1E01"/>
    <w:rsid w:val="001C2B4D"/>
    <w:rsid w:val="001C2EB5"/>
    <w:rsid w:val="001C69D3"/>
    <w:rsid w:val="001C6FE0"/>
    <w:rsid w:val="001C7317"/>
    <w:rsid w:val="001D1F21"/>
    <w:rsid w:val="001D2218"/>
    <w:rsid w:val="001D2870"/>
    <w:rsid w:val="001D3D9F"/>
    <w:rsid w:val="001D4894"/>
    <w:rsid w:val="001D492A"/>
    <w:rsid w:val="001E1924"/>
    <w:rsid w:val="001E1B71"/>
    <w:rsid w:val="001E241B"/>
    <w:rsid w:val="001E26D0"/>
    <w:rsid w:val="001E293A"/>
    <w:rsid w:val="001E35CA"/>
    <w:rsid w:val="001E4BBA"/>
    <w:rsid w:val="001F1444"/>
    <w:rsid w:val="001F15F2"/>
    <w:rsid w:val="001F332F"/>
    <w:rsid w:val="001F33BD"/>
    <w:rsid w:val="001F3469"/>
    <w:rsid w:val="001F36B5"/>
    <w:rsid w:val="001F3EFC"/>
    <w:rsid w:val="001F437B"/>
    <w:rsid w:val="001F47DE"/>
    <w:rsid w:val="001F54A2"/>
    <w:rsid w:val="001F5D42"/>
    <w:rsid w:val="001F7062"/>
    <w:rsid w:val="001F76EE"/>
    <w:rsid w:val="00200908"/>
    <w:rsid w:val="00201F6A"/>
    <w:rsid w:val="002068D1"/>
    <w:rsid w:val="00206B0D"/>
    <w:rsid w:val="00206EA9"/>
    <w:rsid w:val="00206FAE"/>
    <w:rsid w:val="002125AE"/>
    <w:rsid w:val="0021344B"/>
    <w:rsid w:val="00213D8C"/>
    <w:rsid w:val="002172C2"/>
    <w:rsid w:val="00220C6A"/>
    <w:rsid w:val="00222969"/>
    <w:rsid w:val="0022785B"/>
    <w:rsid w:val="00230D04"/>
    <w:rsid w:val="002324BD"/>
    <w:rsid w:val="00234003"/>
    <w:rsid w:val="00235084"/>
    <w:rsid w:val="00236174"/>
    <w:rsid w:val="00240A74"/>
    <w:rsid w:val="002423DC"/>
    <w:rsid w:val="00242DFC"/>
    <w:rsid w:val="00245767"/>
    <w:rsid w:val="0025116E"/>
    <w:rsid w:val="002549E9"/>
    <w:rsid w:val="002559BC"/>
    <w:rsid w:val="00257FC2"/>
    <w:rsid w:val="002613BF"/>
    <w:rsid w:val="00261FCF"/>
    <w:rsid w:val="00262A26"/>
    <w:rsid w:val="00263412"/>
    <w:rsid w:val="00265889"/>
    <w:rsid w:val="00266811"/>
    <w:rsid w:val="00266C26"/>
    <w:rsid w:val="00266EAE"/>
    <w:rsid w:val="00267653"/>
    <w:rsid w:val="00270590"/>
    <w:rsid w:val="002706C5"/>
    <w:rsid w:val="0027196F"/>
    <w:rsid w:val="002729CB"/>
    <w:rsid w:val="00273508"/>
    <w:rsid w:val="00273846"/>
    <w:rsid w:val="00274047"/>
    <w:rsid w:val="00274F37"/>
    <w:rsid w:val="0027574B"/>
    <w:rsid w:val="0028099C"/>
    <w:rsid w:val="0028318C"/>
    <w:rsid w:val="0028490A"/>
    <w:rsid w:val="00284A36"/>
    <w:rsid w:val="00285785"/>
    <w:rsid w:val="00285AE0"/>
    <w:rsid w:val="00286487"/>
    <w:rsid w:val="0029376A"/>
    <w:rsid w:val="00295065"/>
    <w:rsid w:val="002A410C"/>
    <w:rsid w:val="002A51D2"/>
    <w:rsid w:val="002A5E36"/>
    <w:rsid w:val="002A628D"/>
    <w:rsid w:val="002B2959"/>
    <w:rsid w:val="002B3E68"/>
    <w:rsid w:val="002B6479"/>
    <w:rsid w:val="002C0702"/>
    <w:rsid w:val="002C1543"/>
    <w:rsid w:val="002C3DAE"/>
    <w:rsid w:val="002C43A7"/>
    <w:rsid w:val="002D162C"/>
    <w:rsid w:val="002D207A"/>
    <w:rsid w:val="002D2FD2"/>
    <w:rsid w:val="002D37C1"/>
    <w:rsid w:val="002D5344"/>
    <w:rsid w:val="002D6428"/>
    <w:rsid w:val="002E11D9"/>
    <w:rsid w:val="002E4C3B"/>
    <w:rsid w:val="002E5C88"/>
    <w:rsid w:val="002E5EF5"/>
    <w:rsid w:val="002F015A"/>
    <w:rsid w:val="002F0298"/>
    <w:rsid w:val="002F1133"/>
    <w:rsid w:val="002F1421"/>
    <w:rsid w:val="002F2081"/>
    <w:rsid w:val="002F21E2"/>
    <w:rsid w:val="002F23B0"/>
    <w:rsid w:val="002F2E01"/>
    <w:rsid w:val="002F3E80"/>
    <w:rsid w:val="002F4D06"/>
    <w:rsid w:val="002F73B6"/>
    <w:rsid w:val="002F7DFC"/>
    <w:rsid w:val="0030134D"/>
    <w:rsid w:val="00302471"/>
    <w:rsid w:val="003053D6"/>
    <w:rsid w:val="003063D8"/>
    <w:rsid w:val="0030651A"/>
    <w:rsid w:val="00306E8C"/>
    <w:rsid w:val="0031330A"/>
    <w:rsid w:val="00313648"/>
    <w:rsid w:val="00315931"/>
    <w:rsid w:val="00315F94"/>
    <w:rsid w:val="00316A0B"/>
    <w:rsid w:val="00316C3F"/>
    <w:rsid w:val="00322BFE"/>
    <w:rsid w:val="0032472F"/>
    <w:rsid w:val="00326264"/>
    <w:rsid w:val="00326AE8"/>
    <w:rsid w:val="003314E4"/>
    <w:rsid w:val="003361A3"/>
    <w:rsid w:val="003408A5"/>
    <w:rsid w:val="00340FA0"/>
    <w:rsid w:val="00342CD6"/>
    <w:rsid w:val="00344E6E"/>
    <w:rsid w:val="0034686D"/>
    <w:rsid w:val="003509BB"/>
    <w:rsid w:val="00350F5C"/>
    <w:rsid w:val="00354733"/>
    <w:rsid w:val="0035551F"/>
    <w:rsid w:val="0035600A"/>
    <w:rsid w:val="003578CC"/>
    <w:rsid w:val="003579D8"/>
    <w:rsid w:val="00357E34"/>
    <w:rsid w:val="00360C91"/>
    <w:rsid w:val="0036127C"/>
    <w:rsid w:val="0036365C"/>
    <w:rsid w:val="00363F43"/>
    <w:rsid w:val="003650E3"/>
    <w:rsid w:val="00365215"/>
    <w:rsid w:val="00366C90"/>
    <w:rsid w:val="00366E71"/>
    <w:rsid w:val="00370838"/>
    <w:rsid w:val="00370AA1"/>
    <w:rsid w:val="00371FD1"/>
    <w:rsid w:val="00372018"/>
    <w:rsid w:val="0037241C"/>
    <w:rsid w:val="00381A91"/>
    <w:rsid w:val="00381B24"/>
    <w:rsid w:val="00381B33"/>
    <w:rsid w:val="00382262"/>
    <w:rsid w:val="00383D15"/>
    <w:rsid w:val="00384E08"/>
    <w:rsid w:val="00385B7E"/>
    <w:rsid w:val="00385D7D"/>
    <w:rsid w:val="00387BE3"/>
    <w:rsid w:val="00391EAA"/>
    <w:rsid w:val="00392605"/>
    <w:rsid w:val="0039281E"/>
    <w:rsid w:val="00392A8B"/>
    <w:rsid w:val="00392DF5"/>
    <w:rsid w:val="003954BA"/>
    <w:rsid w:val="003967F5"/>
    <w:rsid w:val="003A6E11"/>
    <w:rsid w:val="003A70DF"/>
    <w:rsid w:val="003B1537"/>
    <w:rsid w:val="003B442A"/>
    <w:rsid w:val="003B543A"/>
    <w:rsid w:val="003B7569"/>
    <w:rsid w:val="003C0416"/>
    <w:rsid w:val="003C1163"/>
    <w:rsid w:val="003C1E8A"/>
    <w:rsid w:val="003C3780"/>
    <w:rsid w:val="003C42A6"/>
    <w:rsid w:val="003C6684"/>
    <w:rsid w:val="003C6B85"/>
    <w:rsid w:val="003C7C40"/>
    <w:rsid w:val="003C7CD8"/>
    <w:rsid w:val="003D26B2"/>
    <w:rsid w:val="003D27C6"/>
    <w:rsid w:val="003D2F12"/>
    <w:rsid w:val="003D306A"/>
    <w:rsid w:val="003D3687"/>
    <w:rsid w:val="003D599B"/>
    <w:rsid w:val="003D6D5B"/>
    <w:rsid w:val="003E0E34"/>
    <w:rsid w:val="003E2185"/>
    <w:rsid w:val="003E380E"/>
    <w:rsid w:val="003E4310"/>
    <w:rsid w:val="003E5F36"/>
    <w:rsid w:val="003E5FA8"/>
    <w:rsid w:val="003E60B4"/>
    <w:rsid w:val="003E6359"/>
    <w:rsid w:val="003E6C13"/>
    <w:rsid w:val="003E7221"/>
    <w:rsid w:val="003F0EAC"/>
    <w:rsid w:val="003F26BA"/>
    <w:rsid w:val="003F2D13"/>
    <w:rsid w:val="003F4730"/>
    <w:rsid w:val="003F4DA0"/>
    <w:rsid w:val="003F52D1"/>
    <w:rsid w:val="00400512"/>
    <w:rsid w:val="0040063A"/>
    <w:rsid w:val="0040105F"/>
    <w:rsid w:val="004102D3"/>
    <w:rsid w:val="004116A9"/>
    <w:rsid w:val="00416D65"/>
    <w:rsid w:val="004178BB"/>
    <w:rsid w:val="00420A04"/>
    <w:rsid w:val="00421283"/>
    <w:rsid w:val="00423E9A"/>
    <w:rsid w:val="00425F38"/>
    <w:rsid w:val="00427233"/>
    <w:rsid w:val="004321FD"/>
    <w:rsid w:val="00432BB2"/>
    <w:rsid w:val="004371B0"/>
    <w:rsid w:val="004416B2"/>
    <w:rsid w:val="00441AEF"/>
    <w:rsid w:val="00442332"/>
    <w:rsid w:val="0044420B"/>
    <w:rsid w:val="00444280"/>
    <w:rsid w:val="00445301"/>
    <w:rsid w:val="0044570C"/>
    <w:rsid w:val="0044645E"/>
    <w:rsid w:val="00446723"/>
    <w:rsid w:val="00447D80"/>
    <w:rsid w:val="0045168C"/>
    <w:rsid w:val="00451FE9"/>
    <w:rsid w:val="00453F00"/>
    <w:rsid w:val="00454FB6"/>
    <w:rsid w:val="004603BE"/>
    <w:rsid w:val="00461C8B"/>
    <w:rsid w:val="00463D1A"/>
    <w:rsid w:val="00464C15"/>
    <w:rsid w:val="00470D80"/>
    <w:rsid w:val="00472020"/>
    <w:rsid w:val="00472C50"/>
    <w:rsid w:val="00476EB7"/>
    <w:rsid w:val="0048099B"/>
    <w:rsid w:val="00483070"/>
    <w:rsid w:val="00485EA3"/>
    <w:rsid w:val="00487946"/>
    <w:rsid w:val="00492C5A"/>
    <w:rsid w:val="00496EBD"/>
    <w:rsid w:val="004971B7"/>
    <w:rsid w:val="004A0361"/>
    <w:rsid w:val="004A2FDA"/>
    <w:rsid w:val="004A5663"/>
    <w:rsid w:val="004A621E"/>
    <w:rsid w:val="004A6E75"/>
    <w:rsid w:val="004A755B"/>
    <w:rsid w:val="004B0393"/>
    <w:rsid w:val="004B040F"/>
    <w:rsid w:val="004B158F"/>
    <w:rsid w:val="004B29C0"/>
    <w:rsid w:val="004C1626"/>
    <w:rsid w:val="004C28A7"/>
    <w:rsid w:val="004C2B9E"/>
    <w:rsid w:val="004C3471"/>
    <w:rsid w:val="004C34B7"/>
    <w:rsid w:val="004C50C2"/>
    <w:rsid w:val="004C60C8"/>
    <w:rsid w:val="004D1369"/>
    <w:rsid w:val="004D32E3"/>
    <w:rsid w:val="004D540A"/>
    <w:rsid w:val="004D55C7"/>
    <w:rsid w:val="004D610E"/>
    <w:rsid w:val="004D77EF"/>
    <w:rsid w:val="004E0746"/>
    <w:rsid w:val="004E150C"/>
    <w:rsid w:val="004E26CB"/>
    <w:rsid w:val="004E7452"/>
    <w:rsid w:val="004F0C92"/>
    <w:rsid w:val="004F0FD3"/>
    <w:rsid w:val="004F1280"/>
    <w:rsid w:val="004F3CD8"/>
    <w:rsid w:val="004F4398"/>
    <w:rsid w:val="004F4B52"/>
    <w:rsid w:val="004F7173"/>
    <w:rsid w:val="00500207"/>
    <w:rsid w:val="00501797"/>
    <w:rsid w:val="00501961"/>
    <w:rsid w:val="00502580"/>
    <w:rsid w:val="005049FF"/>
    <w:rsid w:val="00504C4E"/>
    <w:rsid w:val="00506BB7"/>
    <w:rsid w:val="005079B9"/>
    <w:rsid w:val="00507C56"/>
    <w:rsid w:val="0051240D"/>
    <w:rsid w:val="00516C1D"/>
    <w:rsid w:val="005179C4"/>
    <w:rsid w:val="00520D18"/>
    <w:rsid w:val="005223E4"/>
    <w:rsid w:val="00523134"/>
    <w:rsid w:val="00523484"/>
    <w:rsid w:val="00525A61"/>
    <w:rsid w:val="0053077C"/>
    <w:rsid w:val="00530A32"/>
    <w:rsid w:val="00530DAC"/>
    <w:rsid w:val="00531930"/>
    <w:rsid w:val="00532655"/>
    <w:rsid w:val="00534EE3"/>
    <w:rsid w:val="005363FE"/>
    <w:rsid w:val="005366D7"/>
    <w:rsid w:val="00541494"/>
    <w:rsid w:val="00541FD4"/>
    <w:rsid w:val="005422BC"/>
    <w:rsid w:val="005438B8"/>
    <w:rsid w:val="00544807"/>
    <w:rsid w:val="00544956"/>
    <w:rsid w:val="00550103"/>
    <w:rsid w:val="0055118D"/>
    <w:rsid w:val="00551A20"/>
    <w:rsid w:val="00552E4F"/>
    <w:rsid w:val="0055630E"/>
    <w:rsid w:val="00557013"/>
    <w:rsid w:val="005574ED"/>
    <w:rsid w:val="005576BA"/>
    <w:rsid w:val="0056243B"/>
    <w:rsid w:val="00562774"/>
    <w:rsid w:val="00564C56"/>
    <w:rsid w:val="00564D1D"/>
    <w:rsid w:val="00565DAA"/>
    <w:rsid w:val="005666B0"/>
    <w:rsid w:val="0057015F"/>
    <w:rsid w:val="00570D51"/>
    <w:rsid w:val="00572705"/>
    <w:rsid w:val="00573439"/>
    <w:rsid w:val="00573642"/>
    <w:rsid w:val="005744A7"/>
    <w:rsid w:val="005755F0"/>
    <w:rsid w:val="0057592B"/>
    <w:rsid w:val="0057779B"/>
    <w:rsid w:val="00577CC5"/>
    <w:rsid w:val="005805EC"/>
    <w:rsid w:val="00580B3E"/>
    <w:rsid w:val="00580D6D"/>
    <w:rsid w:val="00582B90"/>
    <w:rsid w:val="005865EC"/>
    <w:rsid w:val="00586B8E"/>
    <w:rsid w:val="00590050"/>
    <w:rsid w:val="00590E83"/>
    <w:rsid w:val="00592179"/>
    <w:rsid w:val="00592E31"/>
    <w:rsid w:val="005A2BF5"/>
    <w:rsid w:val="005A3C3C"/>
    <w:rsid w:val="005B239D"/>
    <w:rsid w:val="005B46C6"/>
    <w:rsid w:val="005B4D44"/>
    <w:rsid w:val="005B5A82"/>
    <w:rsid w:val="005B60CE"/>
    <w:rsid w:val="005C2E81"/>
    <w:rsid w:val="005C3E0F"/>
    <w:rsid w:val="005C4CAC"/>
    <w:rsid w:val="005C51C5"/>
    <w:rsid w:val="005C5235"/>
    <w:rsid w:val="005D0599"/>
    <w:rsid w:val="005D1068"/>
    <w:rsid w:val="005D2BFC"/>
    <w:rsid w:val="005D518E"/>
    <w:rsid w:val="005D54EE"/>
    <w:rsid w:val="005D6849"/>
    <w:rsid w:val="005E174C"/>
    <w:rsid w:val="005E28E8"/>
    <w:rsid w:val="005E34A5"/>
    <w:rsid w:val="005E3672"/>
    <w:rsid w:val="005E45D2"/>
    <w:rsid w:val="005E4C4C"/>
    <w:rsid w:val="005E5AF0"/>
    <w:rsid w:val="005F0338"/>
    <w:rsid w:val="005F6FE5"/>
    <w:rsid w:val="006008D9"/>
    <w:rsid w:val="00600A36"/>
    <w:rsid w:val="006036A3"/>
    <w:rsid w:val="00604821"/>
    <w:rsid w:val="006069A7"/>
    <w:rsid w:val="00607B36"/>
    <w:rsid w:val="0061005B"/>
    <w:rsid w:val="00610B58"/>
    <w:rsid w:val="00612DE5"/>
    <w:rsid w:val="006175FF"/>
    <w:rsid w:val="00621499"/>
    <w:rsid w:val="00621D72"/>
    <w:rsid w:val="006269E0"/>
    <w:rsid w:val="00631257"/>
    <w:rsid w:val="00632AE9"/>
    <w:rsid w:val="00633643"/>
    <w:rsid w:val="00633F2F"/>
    <w:rsid w:val="00634B0E"/>
    <w:rsid w:val="006371A0"/>
    <w:rsid w:val="006403B2"/>
    <w:rsid w:val="006413B3"/>
    <w:rsid w:val="0064343A"/>
    <w:rsid w:val="006465B2"/>
    <w:rsid w:val="0064683A"/>
    <w:rsid w:val="0064733B"/>
    <w:rsid w:val="00650A97"/>
    <w:rsid w:val="00651DDE"/>
    <w:rsid w:val="00652021"/>
    <w:rsid w:val="0065369D"/>
    <w:rsid w:val="006546DC"/>
    <w:rsid w:val="00656627"/>
    <w:rsid w:val="006570FF"/>
    <w:rsid w:val="006615F7"/>
    <w:rsid w:val="00661F8D"/>
    <w:rsid w:val="0066305E"/>
    <w:rsid w:val="0066317E"/>
    <w:rsid w:val="006642EA"/>
    <w:rsid w:val="00665538"/>
    <w:rsid w:val="0067081B"/>
    <w:rsid w:val="00672FA4"/>
    <w:rsid w:val="006741B9"/>
    <w:rsid w:val="0067621C"/>
    <w:rsid w:val="00676340"/>
    <w:rsid w:val="00685BC5"/>
    <w:rsid w:val="00687A7A"/>
    <w:rsid w:val="00690F56"/>
    <w:rsid w:val="00691183"/>
    <w:rsid w:val="00692382"/>
    <w:rsid w:val="0069316A"/>
    <w:rsid w:val="00693E7E"/>
    <w:rsid w:val="0069506C"/>
    <w:rsid w:val="0069525E"/>
    <w:rsid w:val="0069610E"/>
    <w:rsid w:val="00697961"/>
    <w:rsid w:val="00697A23"/>
    <w:rsid w:val="006A0229"/>
    <w:rsid w:val="006A2908"/>
    <w:rsid w:val="006A31F1"/>
    <w:rsid w:val="006A4A15"/>
    <w:rsid w:val="006A565A"/>
    <w:rsid w:val="006B037E"/>
    <w:rsid w:val="006B5F60"/>
    <w:rsid w:val="006B6E32"/>
    <w:rsid w:val="006C0BCF"/>
    <w:rsid w:val="006C2FB3"/>
    <w:rsid w:val="006C30D9"/>
    <w:rsid w:val="006C3D33"/>
    <w:rsid w:val="006D13A3"/>
    <w:rsid w:val="006D3ACC"/>
    <w:rsid w:val="006D6462"/>
    <w:rsid w:val="006E0638"/>
    <w:rsid w:val="006E09D9"/>
    <w:rsid w:val="006E11C3"/>
    <w:rsid w:val="006E29ED"/>
    <w:rsid w:val="006E361C"/>
    <w:rsid w:val="006E4367"/>
    <w:rsid w:val="006E4F59"/>
    <w:rsid w:val="006E5187"/>
    <w:rsid w:val="006E7B45"/>
    <w:rsid w:val="006F0BA9"/>
    <w:rsid w:val="006F3380"/>
    <w:rsid w:val="00705901"/>
    <w:rsid w:val="00715307"/>
    <w:rsid w:val="007159F4"/>
    <w:rsid w:val="00717110"/>
    <w:rsid w:val="007174C5"/>
    <w:rsid w:val="00722904"/>
    <w:rsid w:val="00723D56"/>
    <w:rsid w:val="0072651F"/>
    <w:rsid w:val="0073152F"/>
    <w:rsid w:val="00732AE2"/>
    <w:rsid w:val="00732BEE"/>
    <w:rsid w:val="00737E99"/>
    <w:rsid w:val="00741C3C"/>
    <w:rsid w:val="00743D0C"/>
    <w:rsid w:val="00745A16"/>
    <w:rsid w:val="007475D9"/>
    <w:rsid w:val="007476F8"/>
    <w:rsid w:val="00751F7D"/>
    <w:rsid w:val="007521C4"/>
    <w:rsid w:val="007530D8"/>
    <w:rsid w:val="00753703"/>
    <w:rsid w:val="00754310"/>
    <w:rsid w:val="00754F86"/>
    <w:rsid w:val="00755B7B"/>
    <w:rsid w:val="007565FB"/>
    <w:rsid w:val="00757BD8"/>
    <w:rsid w:val="00760A0B"/>
    <w:rsid w:val="007649CC"/>
    <w:rsid w:val="00764C64"/>
    <w:rsid w:val="00765E52"/>
    <w:rsid w:val="00770D15"/>
    <w:rsid w:val="007728A1"/>
    <w:rsid w:val="00776022"/>
    <w:rsid w:val="0078120D"/>
    <w:rsid w:val="007821CE"/>
    <w:rsid w:val="00782C42"/>
    <w:rsid w:val="007839DE"/>
    <w:rsid w:val="00783E5D"/>
    <w:rsid w:val="00786458"/>
    <w:rsid w:val="00792AD7"/>
    <w:rsid w:val="007933F9"/>
    <w:rsid w:val="00793F4C"/>
    <w:rsid w:val="00795EE8"/>
    <w:rsid w:val="00796286"/>
    <w:rsid w:val="0079686B"/>
    <w:rsid w:val="007975F1"/>
    <w:rsid w:val="007A14A7"/>
    <w:rsid w:val="007A19F3"/>
    <w:rsid w:val="007A3F6C"/>
    <w:rsid w:val="007A4380"/>
    <w:rsid w:val="007A457B"/>
    <w:rsid w:val="007A55B7"/>
    <w:rsid w:val="007A625C"/>
    <w:rsid w:val="007A75CC"/>
    <w:rsid w:val="007A7D00"/>
    <w:rsid w:val="007B0A40"/>
    <w:rsid w:val="007B1A76"/>
    <w:rsid w:val="007B3528"/>
    <w:rsid w:val="007B4ECA"/>
    <w:rsid w:val="007B6EE5"/>
    <w:rsid w:val="007B6F2F"/>
    <w:rsid w:val="007B7796"/>
    <w:rsid w:val="007C10F3"/>
    <w:rsid w:val="007C1D15"/>
    <w:rsid w:val="007C7CE8"/>
    <w:rsid w:val="007D1458"/>
    <w:rsid w:val="007D1D68"/>
    <w:rsid w:val="007D1DB8"/>
    <w:rsid w:val="007D1E60"/>
    <w:rsid w:val="007D348E"/>
    <w:rsid w:val="007D5E27"/>
    <w:rsid w:val="007D6530"/>
    <w:rsid w:val="007D65C2"/>
    <w:rsid w:val="007E07E0"/>
    <w:rsid w:val="007E082D"/>
    <w:rsid w:val="007E20B3"/>
    <w:rsid w:val="007E30E4"/>
    <w:rsid w:val="007E39B2"/>
    <w:rsid w:val="007E6F91"/>
    <w:rsid w:val="007E7A8A"/>
    <w:rsid w:val="007F12F6"/>
    <w:rsid w:val="007F1509"/>
    <w:rsid w:val="007F1651"/>
    <w:rsid w:val="007F64BC"/>
    <w:rsid w:val="008006F4"/>
    <w:rsid w:val="00801A61"/>
    <w:rsid w:val="008034D1"/>
    <w:rsid w:val="00803CD4"/>
    <w:rsid w:val="00805B36"/>
    <w:rsid w:val="00807EC8"/>
    <w:rsid w:val="008117F4"/>
    <w:rsid w:val="0081253F"/>
    <w:rsid w:val="00814DD4"/>
    <w:rsid w:val="0081540A"/>
    <w:rsid w:val="008155FF"/>
    <w:rsid w:val="00817F44"/>
    <w:rsid w:val="0082096D"/>
    <w:rsid w:val="00821C24"/>
    <w:rsid w:val="00825951"/>
    <w:rsid w:val="00825BB9"/>
    <w:rsid w:val="0082658B"/>
    <w:rsid w:val="00832A04"/>
    <w:rsid w:val="00832FDD"/>
    <w:rsid w:val="00833BF4"/>
    <w:rsid w:val="00835C68"/>
    <w:rsid w:val="00836433"/>
    <w:rsid w:val="008376AC"/>
    <w:rsid w:val="00842E42"/>
    <w:rsid w:val="00842FFC"/>
    <w:rsid w:val="008436E0"/>
    <w:rsid w:val="008464C5"/>
    <w:rsid w:val="0084716C"/>
    <w:rsid w:val="0085068D"/>
    <w:rsid w:val="008531AF"/>
    <w:rsid w:val="00855045"/>
    <w:rsid w:val="00855223"/>
    <w:rsid w:val="0085634C"/>
    <w:rsid w:val="00857C52"/>
    <w:rsid w:val="008610BE"/>
    <w:rsid w:val="008612DA"/>
    <w:rsid w:val="0086204A"/>
    <w:rsid w:val="00864A12"/>
    <w:rsid w:val="00864B26"/>
    <w:rsid w:val="00864B88"/>
    <w:rsid w:val="008706B8"/>
    <w:rsid w:val="00870E66"/>
    <w:rsid w:val="00871605"/>
    <w:rsid w:val="00872218"/>
    <w:rsid w:val="00876169"/>
    <w:rsid w:val="00876BEB"/>
    <w:rsid w:val="00880C45"/>
    <w:rsid w:val="00880D9A"/>
    <w:rsid w:val="008822D7"/>
    <w:rsid w:val="00885BEA"/>
    <w:rsid w:val="00885D2C"/>
    <w:rsid w:val="00887244"/>
    <w:rsid w:val="008875A0"/>
    <w:rsid w:val="00887857"/>
    <w:rsid w:val="00891041"/>
    <w:rsid w:val="00891256"/>
    <w:rsid w:val="00891D4B"/>
    <w:rsid w:val="00892A0C"/>
    <w:rsid w:val="00893C79"/>
    <w:rsid w:val="00894196"/>
    <w:rsid w:val="008946F6"/>
    <w:rsid w:val="00894EFE"/>
    <w:rsid w:val="00896A34"/>
    <w:rsid w:val="00897960"/>
    <w:rsid w:val="008A1860"/>
    <w:rsid w:val="008A33B2"/>
    <w:rsid w:val="008B098A"/>
    <w:rsid w:val="008B0ED3"/>
    <w:rsid w:val="008B1BC7"/>
    <w:rsid w:val="008B3B9B"/>
    <w:rsid w:val="008B4A22"/>
    <w:rsid w:val="008B5DC1"/>
    <w:rsid w:val="008B648B"/>
    <w:rsid w:val="008B6A73"/>
    <w:rsid w:val="008C0004"/>
    <w:rsid w:val="008C06DB"/>
    <w:rsid w:val="008C0D71"/>
    <w:rsid w:val="008C7179"/>
    <w:rsid w:val="008D1584"/>
    <w:rsid w:val="008D22EA"/>
    <w:rsid w:val="008D3754"/>
    <w:rsid w:val="008D4BA2"/>
    <w:rsid w:val="008D51CC"/>
    <w:rsid w:val="008D6515"/>
    <w:rsid w:val="008E0AC3"/>
    <w:rsid w:val="008E10A2"/>
    <w:rsid w:val="008E13B8"/>
    <w:rsid w:val="008E18EB"/>
    <w:rsid w:val="008E2BA0"/>
    <w:rsid w:val="008E600B"/>
    <w:rsid w:val="008E6EF2"/>
    <w:rsid w:val="008F1A60"/>
    <w:rsid w:val="008F4FB8"/>
    <w:rsid w:val="00901C0C"/>
    <w:rsid w:val="00905ABD"/>
    <w:rsid w:val="0090666E"/>
    <w:rsid w:val="009108F1"/>
    <w:rsid w:val="009110E1"/>
    <w:rsid w:val="00913272"/>
    <w:rsid w:val="0091351B"/>
    <w:rsid w:val="009140E9"/>
    <w:rsid w:val="00915264"/>
    <w:rsid w:val="009157A2"/>
    <w:rsid w:val="009226FD"/>
    <w:rsid w:val="0092383A"/>
    <w:rsid w:val="0092480D"/>
    <w:rsid w:val="00924869"/>
    <w:rsid w:val="00924FD0"/>
    <w:rsid w:val="0092721B"/>
    <w:rsid w:val="00931397"/>
    <w:rsid w:val="00932ABC"/>
    <w:rsid w:val="009347A6"/>
    <w:rsid w:val="00934C55"/>
    <w:rsid w:val="00936CBD"/>
    <w:rsid w:val="00936DD0"/>
    <w:rsid w:val="00937DBF"/>
    <w:rsid w:val="009450D2"/>
    <w:rsid w:val="00945FD4"/>
    <w:rsid w:val="00946560"/>
    <w:rsid w:val="0094737C"/>
    <w:rsid w:val="00947430"/>
    <w:rsid w:val="00947ADB"/>
    <w:rsid w:val="009512E5"/>
    <w:rsid w:val="0095208F"/>
    <w:rsid w:val="009527D7"/>
    <w:rsid w:val="00964931"/>
    <w:rsid w:val="00965421"/>
    <w:rsid w:val="0096589A"/>
    <w:rsid w:val="00967999"/>
    <w:rsid w:val="0097175D"/>
    <w:rsid w:val="00974E01"/>
    <w:rsid w:val="00976F6B"/>
    <w:rsid w:val="009771B0"/>
    <w:rsid w:val="00977278"/>
    <w:rsid w:val="00977299"/>
    <w:rsid w:val="009824E1"/>
    <w:rsid w:val="00982D37"/>
    <w:rsid w:val="00983959"/>
    <w:rsid w:val="0098573D"/>
    <w:rsid w:val="00986A32"/>
    <w:rsid w:val="009876B0"/>
    <w:rsid w:val="00987DE9"/>
    <w:rsid w:val="009924D5"/>
    <w:rsid w:val="00994E31"/>
    <w:rsid w:val="00994EFD"/>
    <w:rsid w:val="00994FA4"/>
    <w:rsid w:val="009969D9"/>
    <w:rsid w:val="00997DCC"/>
    <w:rsid w:val="009A00A3"/>
    <w:rsid w:val="009A2106"/>
    <w:rsid w:val="009A3021"/>
    <w:rsid w:val="009A39C5"/>
    <w:rsid w:val="009A3FA1"/>
    <w:rsid w:val="009A4258"/>
    <w:rsid w:val="009A474D"/>
    <w:rsid w:val="009A4956"/>
    <w:rsid w:val="009A4C09"/>
    <w:rsid w:val="009A5E7D"/>
    <w:rsid w:val="009B00F4"/>
    <w:rsid w:val="009B0BEB"/>
    <w:rsid w:val="009B1621"/>
    <w:rsid w:val="009B3FEE"/>
    <w:rsid w:val="009B662F"/>
    <w:rsid w:val="009C0B62"/>
    <w:rsid w:val="009C2B2E"/>
    <w:rsid w:val="009C332F"/>
    <w:rsid w:val="009C33EC"/>
    <w:rsid w:val="009C4981"/>
    <w:rsid w:val="009C57BE"/>
    <w:rsid w:val="009C5EBB"/>
    <w:rsid w:val="009D261E"/>
    <w:rsid w:val="009D26B5"/>
    <w:rsid w:val="009D4D1E"/>
    <w:rsid w:val="009E2C3D"/>
    <w:rsid w:val="009E4EFC"/>
    <w:rsid w:val="009E5698"/>
    <w:rsid w:val="009E578D"/>
    <w:rsid w:val="009E58D6"/>
    <w:rsid w:val="009E5970"/>
    <w:rsid w:val="009E6A4C"/>
    <w:rsid w:val="009F2D0F"/>
    <w:rsid w:val="009F4DE9"/>
    <w:rsid w:val="00A01F79"/>
    <w:rsid w:val="00A04C87"/>
    <w:rsid w:val="00A04EAC"/>
    <w:rsid w:val="00A061D5"/>
    <w:rsid w:val="00A10270"/>
    <w:rsid w:val="00A10989"/>
    <w:rsid w:val="00A1157B"/>
    <w:rsid w:val="00A12968"/>
    <w:rsid w:val="00A13EBE"/>
    <w:rsid w:val="00A14E5A"/>
    <w:rsid w:val="00A15C7B"/>
    <w:rsid w:val="00A15E8B"/>
    <w:rsid w:val="00A207E5"/>
    <w:rsid w:val="00A233CE"/>
    <w:rsid w:val="00A2598D"/>
    <w:rsid w:val="00A26633"/>
    <w:rsid w:val="00A315D8"/>
    <w:rsid w:val="00A360E2"/>
    <w:rsid w:val="00A37A92"/>
    <w:rsid w:val="00A41D50"/>
    <w:rsid w:val="00A41FB2"/>
    <w:rsid w:val="00A44A4D"/>
    <w:rsid w:val="00A44FAE"/>
    <w:rsid w:val="00A4516B"/>
    <w:rsid w:val="00A464F1"/>
    <w:rsid w:val="00A4652C"/>
    <w:rsid w:val="00A52557"/>
    <w:rsid w:val="00A53ED2"/>
    <w:rsid w:val="00A54002"/>
    <w:rsid w:val="00A542A0"/>
    <w:rsid w:val="00A54550"/>
    <w:rsid w:val="00A54E2C"/>
    <w:rsid w:val="00A55942"/>
    <w:rsid w:val="00A55D86"/>
    <w:rsid w:val="00A56FA5"/>
    <w:rsid w:val="00A572DE"/>
    <w:rsid w:val="00A63B35"/>
    <w:rsid w:val="00A666EC"/>
    <w:rsid w:val="00A67C3E"/>
    <w:rsid w:val="00A713A2"/>
    <w:rsid w:val="00A71D6B"/>
    <w:rsid w:val="00A7325C"/>
    <w:rsid w:val="00A7334E"/>
    <w:rsid w:val="00A74173"/>
    <w:rsid w:val="00A76151"/>
    <w:rsid w:val="00A76688"/>
    <w:rsid w:val="00A766CD"/>
    <w:rsid w:val="00A76F4A"/>
    <w:rsid w:val="00A77C9D"/>
    <w:rsid w:val="00A80726"/>
    <w:rsid w:val="00A81662"/>
    <w:rsid w:val="00A81836"/>
    <w:rsid w:val="00A83B41"/>
    <w:rsid w:val="00A90054"/>
    <w:rsid w:val="00A901FD"/>
    <w:rsid w:val="00A9021E"/>
    <w:rsid w:val="00A92E68"/>
    <w:rsid w:val="00A966A0"/>
    <w:rsid w:val="00A972F6"/>
    <w:rsid w:val="00A97F2D"/>
    <w:rsid w:val="00AA0DA3"/>
    <w:rsid w:val="00AA1754"/>
    <w:rsid w:val="00AA2BD9"/>
    <w:rsid w:val="00AA4764"/>
    <w:rsid w:val="00AA5561"/>
    <w:rsid w:val="00AA6316"/>
    <w:rsid w:val="00AB0529"/>
    <w:rsid w:val="00AB0A01"/>
    <w:rsid w:val="00AB786E"/>
    <w:rsid w:val="00AC34DB"/>
    <w:rsid w:val="00AC404C"/>
    <w:rsid w:val="00AC51D5"/>
    <w:rsid w:val="00AC5BF4"/>
    <w:rsid w:val="00AC5BFA"/>
    <w:rsid w:val="00AC6A32"/>
    <w:rsid w:val="00AC74F1"/>
    <w:rsid w:val="00AC7E7E"/>
    <w:rsid w:val="00AC7FFD"/>
    <w:rsid w:val="00AD195A"/>
    <w:rsid w:val="00AD24A2"/>
    <w:rsid w:val="00AD7D20"/>
    <w:rsid w:val="00AE14CF"/>
    <w:rsid w:val="00AE2252"/>
    <w:rsid w:val="00AE2BD2"/>
    <w:rsid w:val="00AE34D5"/>
    <w:rsid w:val="00AE4CB7"/>
    <w:rsid w:val="00AE5107"/>
    <w:rsid w:val="00AE51BF"/>
    <w:rsid w:val="00AE688E"/>
    <w:rsid w:val="00AE7018"/>
    <w:rsid w:val="00AF1589"/>
    <w:rsid w:val="00AF2541"/>
    <w:rsid w:val="00AF3751"/>
    <w:rsid w:val="00AF40C8"/>
    <w:rsid w:val="00AF7883"/>
    <w:rsid w:val="00AF7A2D"/>
    <w:rsid w:val="00B016F4"/>
    <w:rsid w:val="00B0209B"/>
    <w:rsid w:val="00B068ED"/>
    <w:rsid w:val="00B07744"/>
    <w:rsid w:val="00B107BE"/>
    <w:rsid w:val="00B12C2E"/>
    <w:rsid w:val="00B13700"/>
    <w:rsid w:val="00B153BF"/>
    <w:rsid w:val="00B206F6"/>
    <w:rsid w:val="00B21329"/>
    <w:rsid w:val="00B21865"/>
    <w:rsid w:val="00B21AA7"/>
    <w:rsid w:val="00B2283B"/>
    <w:rsid w:val="00B26F22"/>
    <w:rsid w:val="00B307D2"/>
    <w:rsid w:val="00B3081D"/>
    <w:rsid w:val="00B332DC"/>
    <w:rsid w:val="00B3398B"/>
    <w:rsid w:val="00B37BA7"/>
    <w:rsid w:val="00B428B9"/>
    <w:rsid w:val="00B42D4F"/>
    <w:rsid w:val="00B44582"/>
    <w:rsid w:val="00B44F92"/>
    <w:rsid w:val="00B46F7D"/>
    <w:rsid w:val="00B4735B"/>
    <w:rsid w:val="00B47591"/>
    <w:rsid w:val="00B47770"/>
    <w:rsid w:val="00B47F45"/>
    <w:rsid w:val="00B527D8"/>
    <w:rsid w:val="00B53B8F"/>
    <w:rsid w:val="00B55B2F"/>
    <w:rsid w:val="00B57AAF"/>
    <w:rsid w:val="00B61447"/>
    <w:rsid w:val="00B617A6"/>
    <w:rsid w:val="00B63863"/>
    <w:rsid w:val="00B6529D"/>
    <w:rsid w:val="00B6563E"/>
    <w:rsid w:val="00B67039"/>
    <w:rsid w:val="00B7119B"/>
    <w:rsid w:val="00B8028D"/>
    <w:rsid w:val="00B831BE"/>
    <w:rsid w:val="00B85066"/>
    <w:rsid w:val="00B85CC1"/>
    <w:rsid w:val="00B87056"/>
    <w:rsid w:val="00B93695"/>
    <w:rsid w:val="00BA2013"/>
    <w:rsid w:val="00BA3071"/>
    <w:rsid w:val="00BA3140"/>
    <w:rsid w:val="00BA6575"/>
    <w:rsid w:val="00BB0A5C"/>
    <w:rsid w:val="00BB12D7"/>
    <w:rsid w:val="00BB1D29"/>
    <w:rsid w:val="00BB41F2"/>
    <w:rsid w:val="00BB57EB"/>
    <w:rsid w:val="00BB632E"/>
    <w:rsid w:val="00BB6903"/>
    <w:rsid w:val="00BB7F39"/>
    <w:rsid w:val="00BC2AC2"/>
    <w:rsid w:val="00BC2C65"/>
    <w:rsid w:val="00BC36E3"/>
    <w:rsid w:val="00BC4F97"/>
    <w:rsid w:val="00BC5072"/>
    <w:rsid w:val="00BC50F7"/>
    <w:rsid w:val="00BC61B4"/>
    <w:rsid w:val="00BC74F2"/>
    <w:rsid w:val="00BC7936"/>
    <w:rsid w:val="00BD0BAD"/>
    <w:rsid w:val="00BE150D"/>
    <w:rsid w:val="00BE19D3"/>
    <w:rsid w:val="00BE1E1D"/>
    <w:rsid w:val="00BE242B"/>
    <w:rsid w:val="00BE4E83"/>
    <w:rsid w:val="00BE5FB3"/>
    <w:rsid w:val="00BF0214"/>
    <w:rsid w:val="00BF31E0"/>
    <w:rsid w:val="00BF49AB"/>
    <w:rsid w:val="00BF577D"/>
    <w:rsid w:val="00BF65D1"/>
    <w:rsid w:val="00C0340B"/>
    <w:rsid w:val="00C03B3D"/>
    <w:rsid w:val="00C04753"/>
    <w:rsid w:val="00C139E2"/>
    <w:rsid w:val="00C15DED"/>
    <w:rsid w:val="00C15FC0"/>
    <w:rsid w:val="00C1712E"/>
    <w:rsid w:val="00C21B87"/>
    <w:rsid w:val="00C249F2"/>
    <w:rsid w:val="00C26205"/>
    <w:rsid w:val="00C26710"/>
    <w:rsid w:val="00C3115B"/>
    <w:rsid w:val="00C31DB9"/>
    <w:rsid w:val="00C32A67"/>
    <w:rsid w:val="00C32FE9"/>
    <w:rsid w:val="00C367A4"/>
    <w:rsid w:val="00C41D3E"/>
    <w:rsid w:val="00C44637"/>
    <w:rsid w:val="00C452DB"/>
    <w:rsid w:val="00C47F81"/>
    <w:rsid w:val="00C50097"/>
    <w:rsid w:val="00C50EE3"/>
    <w:rsid w:val="00C5102D"/>
    <w:rsid w:val="00C52C9E"/>
    <w:rsid w:val="00C53E1E"/>
    <w:rsid w:val="00C5496D"/>
    <w:rsid w:val="00C54FFB"/>
    <w:rsid w:val="00C578A9"/>
    <w:rsid w:val="00C578AB"/>
    <w:rsid w:val="00C60A81"/>
    <w:rsid w:val="00C61645"/>
    <w:rsid w:val="00C6208B"/>
    <w:rsid w:val="00C62291"/>
    <w:rsid w:val="00C6371A"/>
    <w:rsid w:val="00C64B00"/>
    <w:rsid w:val="00C676E3"/>
    <w:rsid w:val="00C71FBD"/>
    <w:rsid w:val="00C75E3D"/>
    <w:rsid w:val="00C77CF3"/>
    <w:rsid w:val="00C80DC6"/>
    <w:rsid w:val="00C83EFF"/>
    <w:rsid w:val="00C83F58"/>
    <w:rsid w:val="00C87A0E"/>
    <w:rsid w:val="00C91513"/>
    <w:rsid w:val="00C926EC"/>
    <w:rsid w:val="00C93505"/>
    <w:rsid w:val="00C93870"/>
    <w:rsid w:val="00CA14FB"/>
    <w:rsid w:val="00CA63DE"/>
    <w:rsid w:val="00CA6AFD"/>
    <w:rsid w:val="00CA771F"/>
    <w:rsid w:val="00CB0CB9"/>
    <w:rsid w:val="00CB625A"/>
    <w:rsid w:val="00CC17A1"/>
    <w:rsid w:val="00CC1F8F"/>
    <w:rsid w:val="00CC2B48"/>
    <w:rsid w:val="00CC322A"/>
    <w:rsid w:val="00CC3ADB"/>
    <w:rsid w:val="00CC43B8"/>
    <w:rsid w:val="00CD1172"/>
    <w:rsid w:val="00CD47D2"/>
    <w:rsid w:val="00CD5792"/>
    <w:rsid w:val="00CD57A6"/>
    <w:rsid w:val="00CD5CAC"/>
    <w:rsid w:val="00CE190D"/>
    <w:rsid w:val="00CE3859"/>
    <w:rsid w:val="00CE48EE"/>
    <w:rsid w:val="00CE5FFC"/>
    <w:rsid w:val="00CE64AA"/>
    <w:rsid w:val="00CE66DA"/>
    <w:rsid w:val="00CE77C7"/>
    <w:rsid w:val="00CE7BC0"/>
    <w:rsid w:val="00CE7FFD"/>
    <w:rsid w:val="00CF08AC"/>
    <w:rsid w:val="00CF0B87"/>
    <w:rsid w:val="00CF23B7"/>
    <w:rsid w:val="00CF4366"/>
    <w:rsid w:val="00CF4F31"/>
    <w:rsid w:val="00CF63CE"/>
    <w:rsid w:val="00CF6FFF"/>
    <w:rsid w:val="00CF7BC3"/>
    <w:rsid w:val="00D035FD"/>
    <w:rsid w:val="00D114C4"/>
    <w:rsid w:val="00D11B7B"/>
    <w:rsid w:val="00D11E92"/>
    <w:rsid w:val="00D130D8"/>
    <w:rsid w:val="00D13121"/>
    <w:rsid w:val="00D141AF"/>
    <w:rsid w:val="00D16A8C"/>
    <w:rsid w:val="00D2184F"/>
    <w:rsid w:val="00D23941"/>
    <w:rsid w:val="00D24BD0"/>
    <w:rsid w:val="00D25134"/>
    <w:rsid w:val="00D31D12"/>
    <w:rsid w:val="00D32545"/>
    <w:rsid w:val="00D33780"/>
    <w:rsid w:val="00D3394D"/>
    <w:rsid w:val="00D343A4"/>
    <w:rsid w:val="00D3509F"/>
    <w:rsid w:val="00D3699E"/>
    <w:rsid w:val="00D40BF3"/>
    <w:rsid w:val="00D41E60"/>
    <w:rsid w:val="00D43159"/>
    <w:rsid w:val="00D452FC"/>
    <w:rsid w:val="00D46C00"/>
    <w:rsid w:val="00D47579"/>
    <w:rsid w:val="00D5223B"/>
    <w:rsid w:val="00D52F8E"/>
    <w:rsid w:val="00D53116"/>
    <w:rsid w:val="00D53F59"/>
    <w:rsid w:val="00D5501C"/>
    <w:rsid w:val="00D55AE9"/>
    <w:rsid w:val="00D560BA"/>
    <w:rsid w:val="00D562FC"/>
    <w:rsid w:val="00D57C79"/>
    <w:rsid w:val="00D619AF"/>
    <w:rsid w:val="00D61E3A"/>
    <w:rsid w:val="00D63B8A"/>
    <w:rsid w:val="00D644EA"/>
    <w:rsid w:val="00D65395"/>
    <w:rsid w:val="00D661B1"/>
    <w:rsid w:val="00D66804"/>
    <w:rsid w:val="00D67070"/>
    <w:rsid w:val="00D67687"/>
    <w:rsid w:val="00D704B3"/>
    <w:rsid w:val="00D7079C"/>
    <w:rsid w:val="00D7139D"/>
    <w:rsid w:val="00D723C2"/>
    <w:rsid w:val="00D72C82"/>
    <w:rsid w:val="00D73940"/>
    <w:rsid w:val="00D740FE"/>
    <w:rsid w:val="00D74970"/>
    <w:rsid w:val="00D758B0"/>
    <w:rsid w:val="00D768C2"/>
    <w:rsid w:val="00D77F10"/>
    <w:rsid w:val="00D80A29"/>
    <w:rsid w:val="00D81CD3"/>
    <w:rsid w:val="00D84282"/>
    <w:rsid w:val="00D84B6B"/>
    <w:rsid w:val="00D84B6F"/>
    <w:rsid w:val="00D84E05"/>
    <w:rsid w:val="00D85E44"/>
    <w:rsid w:val="00D869CE"/>
    <w:rsid w:val="00D87BDD"/>
    <w:rsid w:val="00D91F1E"/>
    <w:rsid w:val="00D9203E"/>
    <w:rsid w:val="00D93E2D"/>
    <w:rsid w:val="00D96353"/>
    <w:rsid w:val="00D96AA1"/>
    <w:rsid w:val="00D974F1"/>
    <w:rsid w:val="00DA0144"/>
    <w:rsid w:val="00DA155E"/>
    <w:rsid w:val="00DA2A6D"/>
    <w:rsid w:val="00DA2F7B"/>
    <w:rsid w:val="00DA31DA"/>
    <w:rsid w:val="00DA44D9"/>
    <w:rsid w:val="00DB0CCA"/>
    <w:rsid w:val="00DB1B84"/>
    <w:rsid w:val="00DB1BF7"/>
    <w:rsid w:val="00DB375D"/>
    <w:rsid w:val="00DB43D5"/>
    <w:rsid w:val="00DB4ECF"/>
    <w:rsid w:val="00DB56E1"/>
    <w:rsid w:val="00DC13A2"/>
    <w:rsid w:val="00DC1E67"/>
    <w:rsid w:val="00DC4037"/>
    <w:rsid w:val="00DC5DA4"/>
    <w:rsid w:val="00DC6402"/>
    <w:rsid w:val="00DD069A"/>
    <w:rsid w:val="00DD3338"/>
    <w:rsid w:val="00DD3466"/>
    <w:rsid w:val="00DD5F51"/>
    <w:rsid w:val="00DD649A"/>
    <w:rsid w:val="00DE2FDC"/>
    <w:rsid w:val="00DE37CB"/>
    <w:rsid w:val="00DE4C63"/>
    <w:rsid w:val="00DE70E8"/>
    <w:rsid w:val="00DF0022"/>
    <w:rsid w:val="00DF16C3"/>
    <w:rsid w:val="00DF1FAC"/>
    <w:rsid w:val="00DF221F"/>
    <w:rsid w:val="00DF5BAF"/>
    <w:rsid w:val="00DF62A1"/>
    <w:rsid w:val="00DF6C6E"/>
    <w:rsid w:val="00E019A8"/>
    <w:rsid w:val="00E01BCF"/>
    <w:rsid w:val="00E03699"/>
    <w:rsid w:val="00E06BEE"/>
    <w:rsid w:val="00E06D6C"/>
    <w:rsid w:val="00E154C7"/>
    <w:rsid w:val="00E178CA"/>
    <w:rsid w:val="00E17B46"/>
    <w:rsid w:val="00E24E66"/>
    <w:rsid w:val="00E27FC1"/>
    <w:rsid w:val="00E3204B"/>
    <w:rsid w:val="00E32E41"/>
    <w:rsid w:val="00E34573"/>
    <w:rsid w:val="00E37F4B"/>
    <w:rsid w:val="00E4054B"/>
    <w:rsid w:val="00E40B4D"/>
    <w:rsid w:val="00E415A4"/>
    <w:rsid w:val="00E42231"/>
    <w:rsid w:val="00E44638"/>
    <w:rsid w:val="00E44E3B"/>
    <w:rsid w:val="00E44F75"/>
    <w:rsid w:val="00E46869"/>
    <w:rsid w:val="00E47752"/>
    <w:rsid w:val="00E47DA2"/>
    <w:rsid w:val="00E5059F"/>
    <w:rsid w:val="00E52535"/>
    <w:rsid w:val="00E52F34"/>
    <w:rsid w:val="00E536D2"/>
    <w:rsid w:val="00E55EAD"/>
    <w:rsid w:val="00E564CA"/>
    <w:rsid w:val="00E60176"/>
    <w:rsid w:val="00E6046D"/>
    <w:rsid w:val="00E61C1C"/>
    <w:rsid w:val="00E628A6"/>
    <w:rsid w:val="00E638D2"/>
    <w:rsid w:val="00E63FDC"/>
    <w:rsid w:val="00E6447D"/>
    <w:rsid w:val="00E64D37"/>
    <w:rsid w:val="00E66BEA"/>
    <w:rsid w:val="00E70F80"/>
    <w:rsid w:val="00E71CED"/>
    <w:rsid w:val="00E725BB"/>
    <w:rsid w:val="00E746FD"/>
    <w:rsid w:val="00E76BF1"/>
    <w:rsid w:val="00E82EBA"/>
    <w:rsid w:val="00E83709"/>
    <w:rsid w:val="00E872A8"/>
    <w:rsid w:val="00E907EF"/>
    <w:rsid w:val="00E91D74"/>
    <w:rsid w:val="00E91E59"/>
    <w:rsid w:val="00E9481A"/>
    <w:rsid w:val="00E95BB6"/>
    <w:rsid w:val="00E972E1"/>
    <w:rsid w:val="00EA302A"/>
    <w:rsid w:val="00EA3408"/>
    <w:rsid w:val="00EB069B"/>
    <w:rsid w:val="00EB293C"/>
    <w:rsid w:val="00EC210E"/>
    <w:rsid w:val="00EC26FB"/>
    <w:rsid w:val="00EC2B07"/>
    <w:rsid w:val="00EC3782"/>
    <w:rsid w:val="00EC4128"/>
    <w:rsid w:val="00EC64BF"/>
    <w:rsid w:val="00EC68BC"/>
    <w:rsid w:val="00EC7F55"/>
    <w:rsid w:val="00ED13FD"/>
    <w:rsid w:val="00ED25FD"/>
    <w:rsid w:val="00ED5D30"/>
    <w:rsid w:val="00ED6062"/>
    <w:rsid w:val="00EE0CF8"/>
    <w:rsid w:val="00EE1872"/>
    <w:rsid w:val="00EE18C1"/>
    <w:rsid w:val="00EE56A6"/>
    <w:rsid w:val="00EE63D3"/>
    <w:rsid w:val="00EE68F6"/>
    <w:rsid w:val="00EE69B0"/>
    <w:rsid w:val="00EE71BA"/>
    <w:rsid w:val="00EE734F"/>
    <w:rsid w:val="00EE75CD"/>
    <w:rsid w:val="00EE7870"/>
    <w:rsid w:val="00EF0979"/>
    <w:rsid w:val="00EF09C5"/>
    <w:rsid w:val="00EF49AB"/>
    <w:rsid w:val="00F0150C"/>
    <w:rsid w:val="00F040FC"/>
    <w:rsid w:val="00F05246"/>
    <w:rsid w:val="00F05EAF"/>
    <w:rsid w:val="00F0618A"/>
    <w:rsid w:val="00F11D99"/>
    <w:rsid w:val="00F1309D"/>
    <w:rsid w:val="00F13348"/>
    <w:rsid w:val="00F13510"/>
    <w:rsid w:val="00F141FD"/>
    <w:rsid w:val="00F14FBF"/>
    <w:rsid w:val="00F162BB"/>
    <w:rsid w:val="00F167EB"/>
    <w:rsid w:val="00F16A8B"/>
    <w:rsid w:val="00F24E9A"/>
    <w:rsid w:val="00F26248"/>
    <w:rsid w:val="00F26AE8"/>
    <w:rsid w:val="00F27A57"/>
    <w:rsid w:val="00F27B93"/>
    <w:rsid w:val="00F30288"/>
    <w:rsid w:val="00F32AD1"/>
    <w:rsid w:val="00F32EC7"/>
    <w:rsid w:val="00F33583"/>
    <w:rsid w:val="00F34107"/>
    <w:rsid w:val="00F36B75"/>
    <w:rsid w:val="00F37B4D"/>
    <w:rsid w:val="00F400DA"/>
    <w:rsid w:val="00F4312E"/>
    <w:rsid w:val="00F43CE7"/>
    <w:rsid w:val="00F44D9B"/>
    <w:rsid w:val="00F45EC2"/>
    <w:rsid w:val="00F47239"/>
    <w:rsid w:val="00F52E45"/>
    <w:rsid w:val="00F5347A"/>
    <w:rsid w:val="00F53D99"/>
    <w:rsid w:val="00F5448C"/>
    <w:rsid w:val="00F546B0"/>
    <w:rsid w:val="00F55DC7"/>
    <w:rsid w:val="00F56889"/>
    <w:rsid w:val="00F57D21"/>
    <w:rsid w:val="00F57E47"/>
    <w:rsid w:val="00F60A00"/>
    <w:rsid w:val="00F62115"/>
    <w:rsid w:val="00F623A2"/>
    <w:rsid w:val="00F64A59"/>
    <w:rsid w:val="00F67FB3"/>
    <w:rsid w:val="00F716CD"/>
    <w:rsid w:val="00F7729E"/>
    <w:rsid w:val="00F77DE4"/>
    <w:rsid w:val="00F82029"/>
    <w:rsid w:val="00F82BC1"/>
    <w:rsid w:val="00F83096"/>
    <w:rsid w:val="00F840E9"/>
    <w:rsid w:val="00F856E2"/>
    <w:rsid w:val="00F875C1"/>
    <w:rsid w:val="00F901D9"/>
    <w:rsid w:val="00F922B9"/>
    <w:rsid w:val="00F9480C"/>
    <w:rsid w:val="00F94823"/>
    <w:rsid w:val="00F95ACF"/>
    <w:rsid w:val="00F97075"/>
    <w:rsid w:val="00F9799C"/>
    <w:rsid w:val="00FA0064"/>
    <w:rsid w:val="00FA0FB9"/>
    <w:rsid w:val="00FA255B"/>
    <w:rsid w:val="00FA4683"/>
    <w:rsid w:val="00FA57C2"/>
    <w:rsid w:val="00FB2744"/>
    <w:rsid w:val="00FB5FA3"/>
    <w:rsid w:val="00FB6C42"/>
    <w:rsid w:val="00FB6F30"/>
    <w:rsid w:val="00FC0EDD"/>
    <w:rsid w:val="00FC174E"/>
    <w:rsid w:val="00FC258E"/>
    <w:rsid w:val="00FC3B6C"/>
    <w:rsid w:val="00FD306C"/>
    <w:rsid w:val="00FD5823"/>
    <w:rsid w:val="00FD5DDA"/>
    <w:rsid w:val="00FE04F8"/>
    <w:rsid w:val="00FE2787"/>
    <w:rsid w:val="00FE3ACE"/>
    <w:rsid w:val="00FE5244"/>
    <w:rsid w:val="00FE64C8"/>
    <w:rsid w:val="00FE6E59"/>
    <w:rsid w:val="00FE719F"/>
    <w:rsid w:val="00FE79BA"/>
    <w:rsid w:val="00FF5336"/>
    <w:rsid w:val="00FF5A7E"/>
    <w:rsid w:val="020063DE"/>
    <w:rsid w:val="0444619C"/>
    <w:rsid w:val="06AF410B"/>
    <w:rsid w:val="07C646AE"/>
    <w:rsid w:val="0892361A"/>
    <w:rsid w:val="08D1026D"/>
    <w:rsid w:val="0A4D7977"/>
    <w:rsid w:val="0BB5766F"/>
    <w:rsid w:val="10353A7F"/>
    <w:rsid w:val="120E52C5"/>
    <w:rsid w:val="15694702"/>
    <w:rsid w:val="16BA6843"/>
    <w:rsid w:val="174670BA"/>
    <w:rsid w:val="17A8214D"/>
    <w:rsid w:val="1B5E3AA4"/>
    <w:rsid w:val="1D3B124F"/>
    <w:rsid w:val="1FB13743"/>
    <w:rsid w:val="213D1602"/>
    <w:rsid w:val="229A24A0"/>
    <w:rsid w:val="24AE6B75"/>
    <w:rsid w:val="26810F0D"/>
    <w:rsid w:val="26F20B02"/>
    <w:rsid w:val="282169A8"/>
    <w:rsid w:val="2BAA12BD"/>
    <w:rsid w:val="2D71578E"/>
    <w:rsid w:val="2D753075"/>
    <w:rsid w:val="2E536DDC"/>
    <w:rsid w:val="2EA3184D"/>
    <w:rsid w:val="2F2D7D6A"/>
    <w:rsid w:val="3076417B"/>
    <w:rsid w:val="36597E20"/>
    <w:rsid w:val="37202433"/>
    <w:rsid w:val="377A3FD7"/>
    <w:rsid w:val="38C11EA5"/>
    <w:rsid w:val="3A266A81"/>
    <w:rsid w:val="3A2E45D8"/>
    <w:rsid w:val="3BFF7FC3"/>
    <w:rsid w:val="3FD2534D"/>
    <w:rsid w:val="403B4E85"/>
    <w:rsid w:val="405E203E"/>
    <w:rsid w:val="432832BA"/>
    <w:rsid w:val="4351789F"/>
    <w:rsid w:val="47645305"/>
    <w:rsid w:val="47E15480"/>
    <w:rsid w:val="4EDD3D11"/>
    <w:rsid w:val="4FAA061B"/>
    <w:rsid w:val="4FF62C5F"/>
    <w:rsid w:val="50D6763C"/>
    <w:rsid w:val="51964D7E"/>
    <w:rsid w:val="51F24A4D"/>
    <w:rsid w:val="525E4B7E"/>
    <w:rsid w:val="53450EDA"/>
    <w:rsid w:val="5490025B"/>
    <w:rsid w:val="54DF6561"/>
    <w:rsid w:val="585F4786"/>
    <w:rsid w:val="58683698"/>
    <w:rsid w:val="587C7089"/>
    <w:rsid w:val="58C4654E"/>
    <w:rsid w:val="591F4334"/>
    <w:rsid w:val="5D5E098C"/>
    <w:rsid w:val="5DFA2F91"/>
    <w:rsid w:val="61014D6B"/>
    <w:rsid w:val="63C75133"/>
    <w:rsid w:val="646521FF"/>
    <w:rsid w:val="64E80850"/>
    <w:rsid w:val="66B63E85"/>
    <w:rsid w:val="67734FE9"/>
    <w:rsid w:val="678C33A0"/>
    <w:rsid w:val="697E292F"/>
    <w:rsid w:val="6A5B784C"/>
    <w:rsid w:val="6C144B2E"/>
    <w:rsid w:val="6CCF4001"/>
    <w:rsid w:val="6D6575D1"/>
    <w:rsid w:val="6E5C4CC9"/>
    <w:rsid w:val="6EA43BC5"/>
    <w:rsid w:val="70126B48"/>
    <w:rsid w:val="710F7926"/>
    <w:rsid w:val="72932E97"/>
    <w:rsid w:val="72D50E6C"/>
    <w:rsid w:val="734E7589"/>
    <w:rsid w:val="76D352A8"/>
    <w:rsid w:val="76EA1767"/>
    <w:rsid w:val="79505F65"/>
    <w:rsid w:val="7E392AC1"/>
    <w:rsid w:val="7E661840"/>
    <w:rsid w:val="7FA12AF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  <w:shd w:val="clear" w:color="auto" w:fill="F0AD4E"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yperlink"/>
    <w:basedOn w:val="6"/>
    <w:unhideWhenUsed/>
    <w:qFormat/>
    <w:uiPriority w:val="99"/>
    <w:rPr>
      <w:rFonts w:hint="eastAsia" w:ascii="宋体" w:hAnsi="宋体" w:eastAsia="宋体"/>
      <w:color w:val="3D3D3D"/>
      <w:u w:val="none"/>
    </w:rPr>
  </w:style>
  <w:style w:type="character" w:styleId="11">
    <w:name w:val="HTML Code"/>
    <w:basedOn w:val="6"/>
    <w:qFormat/>
    <w:uiPriority w:val="0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2">
    <w:name w:val="HTML Keyboard"/>
    <w:basedOn w:val="6"/>
    <w:qFormat/>
    <w:uiPriority w:val="0"/>
    <w:rPr>
      <w:rFonts w:ascii="Menlo" w:hAnsi="Menlo" w:eastAsia="Menlo" w:cs="Menlo"/>
      <w:color w:val="FFFFFF"/>
      <w:sz w:val="21"/>
      <w:szCs w:val="21"/>
      <w:shd w:val="clear" w:color="auto" w:fill="333333"/>
    </w:rPr>
  </w:style>
  <w:style w:type="character" w:styleId="13">
    <w:name w:val="HTML Sample"/>
    <w:basedOn w:val="6"/>
    <w:qFormat/>
    <w:uiPriority w:val="0"/>
    <w:rPr>
      <w:rFonts w:hint="default" w:ascii="Menlo" w:hAnsi="Menlo" w:eastAsia="Menlo" w:cs="Menlo"/>
      <w:sz w:val="21"/>
      <w:szCs w:val="21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6">
    <w:name w:val="列出段落1"/>
    <w:basedOn w:val="1"/>
    <w:qFormat/>
    <w:uiPriority w:val="34"/>
    <w:pPr>
      <w:ind w:firstLine="420" w:firstLineChars="200"/>
    </w:pPr>
  </w:style>
  <w:style w:type="character" w:customStyle="1" w:styleId="1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9B869B-ACDC-458B-AFF2-C54E95423E7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159</Words>
  <Characters>912</Characters>
  <Lines>7</Lines>
  <Paragraphs>2</Paragraphs>
  <ScaleCrop>false</ScaleCrop>
  <LinksUpToDate>false</LinksUpToDate>
  <CharactersWithSpaces>1069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2017-03-17T09:36:00Z</dcterms:created>
  <dc:creator>张潇文</dc:creator>
  <cp:lastModifiedBy>Administrator</cp:lastModifiedBy>
  <cp:lastPrinted>2017-03-15T11:22:00Z</cp:lastPrinted>
  <dcterms:modified xsi:type="dcterms:W3CDTF">2017-03-23T06:53:32Z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